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15172B" w:rsidP="00450A37">
      <w:pPr>
        <w:pStyle w:val="Title"/>
      </w:pPr>
      <w:r w:rsidRPr="0015172B">
        <w:t>Programmatic Control of Dynamic Plugins</w:t>
      </w:r>
    </w:p>
    <w:p w:rsidR="00DA0043" w:rsidRDefault="00DA0043" w:rsidP="00DA0043">
      <w:pPr>
        <w:pStyle w:val="Subtitle"/>
      </w:pPr>
      <w:bookmarkStart w:id="0" w:name="_GoBack"/>
      <w:bookmarkEnd w:id="0"/>
    </w:p>
    <w:p w:rsidR="00DA0043" w:rsidRDefault="00DA0043" w:rsidP="00F70422"/>
    <w:p w:rsidR="00CF1493" w:rsidRDefault="0015172B" w:rsidP="0015172B">
      <w:pPr>
        <w:pStyle w:val="Abstract"/>
      </w:pPr>
      <w:r>
        <w:t>The loading of external dynamic filters can be controlled during runtime with an environment variable, HDF5_PLUGIN_PRELOAD</w:t>
      </w:r>
      <w:r>
        <w:t xml:space="preserve">, but this variable </w:t>
      </w:r>
      <w:r>
        <w:t>offer</w:t>
      </w:r>
      <w:r>
        <w:t>s</w:t>
      </w:r>
      <w:r>
        <w:t xml:space="preserve"> no option of control from within a program built on the library.</w:t>
      </w:r>
      <w:r>
        <w:t xml:space="preserve"> The</w:t>
      </w:r>
      <w:r>
        <w:t xml:space="preserve"> recommendation to change the state of the global plugin variable from negative logic, disable plugins, to positive logic, enable plugins</w:t>
      </w:r>
      <w:r>
        <w:t xml:space="preserve"> is discussed in this document</w:t>
      </w:r>
      <w:r>
        <w:t>.</w:t>
      </w:r>
    </w:p>
    <w:p w:rsidR="00296618" w:rsidRDefault="00296618" w:rsidP="00296618"/>
    <w:p w:rsidR="00296618" w:rsidRDefault="00296618" w:rsidP="00296618">
      <w:pPr>
        <w:pStyle w:val="Subtitle"/>
      </w:pPr>
      <w:r>
        <w:t>Introduced with</w:t>
      </w:r>
    </w:p>
    <w:p w:rsidR="00296618" w:rsidRPr="003C12D9" w:rsidRDefault="0015172B" w:rsidP="00296618">
      <w:pPr>
        <w:pStyle w:val="Subtitle"/>
      </w:pPr>
      <w:r>
        <w:rPr>
          <w:rFonts w:cstheme="minorHAnsi"/>
        </w:rPr>
        <w:t>HDF5-1.8.15</w:t>
      </w:r>
    </w:p>
    <w:p w:rsidR="00296618" w:rsidRDefault="00296618" w:rsidP="00296618">
      <w:pPr>
        <w:pStyle w:val="Subtitle"/>
      </w:pPr>
      <w:proofErr w:type="gramStart"/>
      <w:r>
        <w:t>in</w:t>
      </w:r>
      <w:proofErr w:type="gramEnd"/>
    </w:p>
    <w:p w:rsidR="00296618" w:rsidRDefault="0015172B" w:rsidP="00296618">
      <w:pPr>
        <w:pStyle w:val="Subtitle"/>
      </w:pPr>
      <w:r>
        <w:rPr>
          <w:rFonts w:cstheme="minorHAnsi"/>
        </w:rPr>
        <w:t>May 2015</w:t>
      </w:r>
    </w:p>
    <w:p w:rsidR="00C55253" w:rsidRDefault="00C55253"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15172B" w:rsidRDefault="0015172B" w:rsidP="0015172B">
      <w:pPr>
        <w:pStyle w:val="Copyright"/>
      </w:pPr>
      <w:r>
        <w:lastRenderedPageBreak/>
        <w:t>Copyright Notice and License Terms for HDF5 (Hierarchical Data Format 5) Software Library and Utilities</w:t>
      </w:r>
    </w:p>
    <w:p w:rsidR="0015172B" w:rsidRDefault="0015172B" w:rsidP="0015172B">
      <w:r>
        <w:t>HDF5 (Hierarchical Data Format 5) Software Library and Utilities</w:t>
      </w:r>
    </w:p>
    <w:p w:rsidR="0015172B" w:rsidRDefault="0015172B" w:rsidP="0015172B">
      <w:r>
        <w:t>Copyright 2006-201</w:t>
      </w:r>
      <w:r>
        <w:t>5</w:t>
      </w:r>
      <w:r>
        <w:t xml:space="preserve"> by </w:t>
      </w:r>
      <w:proofErr w:type="gramStart"/>
      <w:r>
        <w:t>The</w:t>
      </w:r>
      <w:proofErr w:type="gramEnd"/>
      <w:r>
        <w:t xml:space="preserve"> HDF Group.</w:t>
      </w:r>
    </w:p>
    <w:p w:rsidR="0015172B" w:rsidRDefault="0015172B" w:rsidP="0015172B"/>
    <w:p w:rsidR="0015172B" w:rsidRDefault="0015172B" w:rsidP="0015172B">
      <w:r>
        <w:t>NCSA HDF5 (Hierarchical Data Format 5) Software Library and Utilities</w:t>
      </w:r>
    </w:p>
    <w:p w:rsidR="0015172B" w:rsidRDefault="0015172B" w:rsidP="0015172B">
      <w:proofErr w:type="gramStart"/>
      <w:r>
        <w:t>Copyright 1998-2006 by the Board of Trustees of the University of Illinois.</w:t>
      </w:r>
      <w:proofErr w:type="gramEnd"/>
    </w:p>
    <w:p w:rsidR="0015172B" w:rsidRDefault="0015172B" w:rsidP="0015172B"/>
    <w:p w:rsidR="0015172B" w:rsidRPr="00702264" w:rsidRDefault="0015172B" w:rsidP="0015172B">
      <w:pPr>
        <w:rPr>
          <w:b/>
        </w:rPr>
      </w:pPr>
      <w:r w:rsidRPr="00702264">
        <w:rPr>
          <w:b/>
        </w:rPr>
        <w:t>All rights reserved.</w:t>
      </w:r>
    </w:p>
    <w:p w:rsidR="0015172B" w:rsidRDefault="0015172B" w:rsidP="0015172B"/>
    <w:p w:rsidR="0015172B" w:rsidRDefault="0015172B" w:rsidP="0015172B">
      <w:pPr>
        <w:pStyle w:val="Normal9"/>
      </w:pPr>
      <w:r>
        <w:t>Redistribution and use in source and binary forms, with or without modification, are permitted for any purpose (including commercial purposes) provided that the following conditions are met:</w:t>
      </w:r>
    </w:p>
    <w:p w:rsidR="0015172B" w:rsidRDefault="0015172B" w:rsidP="0015172B">
      <w:pPr>
        <w:pStyle w:val="Normal9"/>
      </w:pPr>
    </w:p>
    <w:p w:rsidR="0015172B" w:rsidRDefault="0015172B" w:rsidP="0015172B">
      <w:pPr>
        <w:pStyle w:val="Normal9"/>
        <w:numPr>
          <w:ilvl w:val="0"/>
          <w:numId w:val="9"/>
        </w:numPr>
      </w:pPr>
      <w:r>
        <w:t>Redistributions of source code must retain the above copyright notice, this list of conditions, and the following disclaimer.</w:t>
      </w:r>
    </w:p>
    <w:p w:rsidR="0015172B" w:rsidRDefault="0015172B" w:rsidP="0015172B">
      <w:pPr>
        <w:pStyle w:val="Normal9"/>
        <w:numPr>
          <w:ilvl w:val="0"/>
          <w:numId w:val="9"/>
        </w:numPr>
      </w:pPr>
      <w:r>
        <w:t>Redistributions in binary form must reproduce the above copyright notice, this list of conditions, and the following disclaimer in the documentation and/or materials provided with the distribution.</w:t>
      </w:r>
    </w:p>
    <w:p w:rsidR="0015172B" w:rsidRDefault="0015172B" w:rsidP="0015172B">
      <w:pPr>
        <w:pStyle w:val="Normal9"/>
        <w:numPr>
          <w:ilvl w:val="0"/>
          <w:numId w:val="9"/>
        </w:numPr>
      </w:pPr>
      <w:r>
        <w:t>In addition, redistributions of modified forms of the source or binary code must carry prominent notices stating that the original code was changed and the date of the change.</w:t>
      </w:r>
    </w:p>
    <w:p w:rsidR="0015172B" w:rsidRDefault="0015172B" w:rsidP="0015172B">
      <w:pPr>
        <w:pStyle w:val="Normal9"/>
        <w:numPr>
          <w:ilvl w:val="0"/>
          <w:numId w:val="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15172B" w:rsidRDefault="0015172B" w:rsidP="0015172B">
      <w:pPr>
        <w:pStyle w:val="Normal9"/>
        <w:numPr>
          <w:ilvl w:val="0"/>
          <w:numId w:val="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15172B" w:rsidRDefault="0015172B" w:rsidP="0015172B">
      <w:pPr>
        <w:pStyle w:val="Normal9"/>
      </w:pPr>
    </w:p>
    <w:p w:rsidR="0015172B" w:rsidRDefault="0015172B" w:rsidP="0015172B">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15172B" w:rsidRDefault="0015172B" w:rsidP="0015172B">
      <w:pPr>
        <w:pStyle w:val="Normal9"/>
      </w:pPr>
    </w:p>
    <w:p w:rsidR="0015172B" w:rsidRDefault="0015172B" w:rsidP="0015172B">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15172B" w:rsidRDefault="0015172B" w:rsidP="0015172B">
      <w:pPr>
        <w:pStyle w:val="Normal9"/>
      </w:pPr>
    </w:p>
    <w:p w:rsidR="0015172B" w:rsidRDefault="0015172B" w:rsidP="0015172B">
      <w:pPr>
        <w:pStyle w:val="Normal9"/>
      </w:pPr>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15172B" w:rsidRDefault="0015172B" w:rsidP="0015172B">
      <w:pPr>
        <w:pStyle w:val="Normal9"/>
      </w:pPr>
    </w:p>
    <w:p w:rsidR="0015172B" w:rsidRDefault="0015172B" w:rsidP="0015172B">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15172B" w:rsidRDefault="0015172B" w:rsidP="0015172B">
      <w:pPr>
        <w:pStyle w:val="Normal9"/>
      </w:pPr>
    </w:p>
    <w:p w:rsidR="0015172B" w:rsidRDefault="0015172B" w:rsidP="0015172B">
      <w:pPr>
        <w:pStyle w:val="Normal9"/>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15172B" w:rsidRDefault="0015172B" w:rsidP="0015172B">
      <w:pPr>
        <w:pStyle w:val="Normal9"/>
        <w:ind w:left="720"/>
      </w:pPr>
    </w:p>
    <w:p w:rsidR="0015172B" w:rsidRDefault="0015172B" w:rsidP="0015172B">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F70422" w:rsidRPr="00913E2A" w:rsidRDefault="00F70422" w:rsidP="00F70422"/>
    <w:p w:rsidR="008866B7" w:rsidRDefault="008866B7" w:rsidP="00450A37">
      <w:pPr>
        <w:pStyle w:val="Contents"/>
        <w:sectPr w:rsidR="008866B7" w:rsidSect="00FB3BE6">
          <w:headerReference w:type="default" r:id="rId10"/>
          <w:footerReference w:type="default" r:id="rId11"/>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D74658"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D74658">
        <w:t>1. Introduction</w:t>
      </w:r>
      <w:r w:rsidR="00D74658">
        <w:tab/>
      </w:r>
      <w:r w:rsidR="00D74658">
        <w:fldChar w:fldCharType="begin"/>
      </w:r>
      <w:r w:rsidR="00D74658">
        <w:instrText xml:space="preserve"> PAGEREF _Toc428540118 \h </w:instrText>
      </w:r>
      <w:r w:rsidR="00D74658">
        <w:fldChar w:fldCharType="separate"/>
      </w:r>
      <w:r w:rsidR="00F15071">
        <w:t>4</w:t>
      </w:r>
      <w:r w:rsidR="00D74658">
        <w:fldChar w:fldCharType="end"/>
      </w:r>
    </w:p>
    <w:p w:rsidR="00D74658" w:rsidRDefault="00D74658">
      <w:pPr>
        <w:pStyle w:val="TOC1"/>
        <w:rPr>
          <w:lang w:bidi="ar-SA"/>
        </w:rPr>
      </w:pPr>
      <w:r w:rsidRPr="000813C0">
        <w:rPr>
          <w:rFonts w:eastAsia="Times New Roman"/>
        </w:rPr>
        <w:t>2. Use Cases</w:t>
      </w:r>
      <w:r>
        <w:tab/>
      </w:r>
      <w:r>
        <w:fldChar w:fldCharType="begin"/>
      </w:r>
      <w:r>
        <w:instrText xml:space="preserve"> PAGEREF _Toc428540119 \h </w:instrText>
      </w:r>
      <w:r>
        <w:fldChar w:fldCharType="separate"/>
      </w:r>
      <w:r w:rsidR="00F15071">
        <w:t>5</w:t>
      </w:r>
      <w:r>
        <w:fldChar w:fldCharType="end"/>
      </w:r>
    </w:p>
    <w:p w:rsidR="00D74658" w:rsidRDefault="00D74658">
      <w:pPr>
        <w:pStyle w:val="TOC1"/>
        <w:rPr>
          <w:lang w:bidi="ar-SA"/>
        </w:rPr>
      </w:pPr>
      <w:r w:rsidRPr="000813C0">
        <w:rPr>
          <w:rFonts w:eastAsia="Times New Roman"/>
        </w:rPr>
        <w:t>3. Implementation</w:t>
      </w:r>
      <w:r>
        <w:tab/>
      </w:r>
      <w:r>
        <w:fldChar w:fldCharType="begin"/>
      </w:r>
      <w:r>
        <w:instrText xml:space="preserve"> PAGEREF _Toc428540120 \h </w:instrText>
      </w:r>
      <w:r>
        <w:fldChar w:fldCharType="separate"/>
      </w:r>
      <w:r w:rsidR="00F15071">
        <w:t>6</w:t>
      </w:r>
      <w:r>
        <w:fldChar w:fldCharType="end"/>
      </w:r>
    </w:p>
    <w:p w:rsidR="00D74658" w:rsidRDefault="00D74658">
      <w:pPr>
        <w:pStyle w:val="TOC1"/>
        <w:rPr>
          <w:lang w:bidi="ar-SA"/>
        </w:rPr>
      </w:pPr>
      <w:r>
        <w:t>4. Revision History</w:t>
      </w:r>
      <w:r>
        <w:tab/>
      </w:r>
      <w:r>
        <w:fldChar w:fldCharType="begin"/>
      </w:r>
      <w:r>
        <w:instrText xml:space="preserve"> PAGEREF _Toc428540121 \h </w:instrText>
      </w:r>
      <w:r>
        <w:fldChar w:fldCharType="separate"/>
      </w:r>
      <w:r w:rsidR="00F15071">
        <w:t>9</w:t>
      </w:r>
      <w:r>
        <w:fldChar w:fldCharType="end"/>
      </w:r>
    </w:p>
    <w:p w:rsidR="00C55253" w:rsidRDefault="00C55253" w:rsidP="002E6F33">
      <w:pPr>
        <w:rPr>
          <w:noProof/>
          <w:lang w:bidi="en-US"/>
        </w:rPr>
      </w:pPr>
      <w:r>
        <w:rPr>
          <w:noProof/>
          <w:lang w:bidi="en-US"/>
        </w:rPr>
        <w:fldChar w:fldCharType="end"/>
      </w:r>
    </w:p>
    <w:p w:rsidR="001B3F62" w:rsidRDefault="001B3F62" w:rsidP="002E6F33">
      <w:pPr>
        <w:rPr>
          <w:noProof/>
          <w:lang w:bidi="en-US"/>
        </w:rPr>
      </w:pPr>
    </w:p>
    <w:p w:rsidR="002E6F33" w:rsidRPr="00C55253" w:rsidRDefault="002E6F33" w:rsidP="00C55253"/>
    <w:p w:rsidR="009634CF" w:rsidRDefault="009634CF" w:rsidP="00611674">
      <w:pPr>
        <w:pStyle w:val="Heading1"/>
        <w:sectPr w:rsidR="009634CF" w:rsidSect="00FB3BE6">
          <w:headerReference w:type="default" r:id="rId12"/>
          <w:headerReference w:type="first" r:id="rId13"/>
          <w:type w:val="continuous"/>
          <w:pgSz w:w="12240" w:h="15840" w:code="1"/>
          <w:pgMar w:top="1440" w:right="1440" w:bottom="1440" w:left="1440" w:header="432" w:footer="720" w:gutter="0"/>
          <w:cols w:space="720"/>
          <w:docGrid w:linePitch="360"/>
        </w:sectPr>
      </w:pPr>
    </w:p>
    <w:p w:rsidR="00611674" w:rsidRDefault="00611674" w:rsidP="00450A37">
      <w:pPr>
        <w:pStyle w:val="Heading1"/>
      </w:pPr>
      <w:bookmarkStart w:id="1" w:name="_Toc428540118"/>
      <w:r w:rsidRPr="00450A37">
        <w:lastRenderedPageBreak/>
        <w:t>Introduction</w:t>
      </w:r>
      <w:bookmarkEnd w:id="1"/>
      <w:r w:rsidR="003F2E0F">
        <w:t xml:space="preserve"> </w:t>
      </w:r>
    </w:p>
    <w:p w:rsidR="0015172B" w:rsidRDefault="0015172B" w:rsidP="0015172B">
      <w:r>
        <w:t xml:space="preserve">The loading of external dynamic filters can be controlled during runtime with an environment variable, </w:t>
      </w:r>
      <w:r w:rsidRPr="001E5615">
        <w:rPr>
          <w:rStyle w:val="HTMLPreformattedChar"/>
        </w:rPr>
        <w:t>HDF5_PLUGIN_PRELOAD</w:t>
      </w:r>
      <w:r>
        <w:t>. However, it offered no option of control from within a program built on the library.</w:t>
      </w:r>
    </w:p>
    <w:p w:rsidR="0015172B" w:rsidRDefault="0015172B" w:rsidP="0015172B"/>
    <w:p w:rsidR="0015172B" w:rsidRDefault="0015172B" w:rsidP="0015172B">
      <w:r>
        <w:t>The environment variable can control the loading of dynamic filters at runtime, but it will disable it for all running programs that access that variable using the library. It is expected that the environment variable will be set before any programs execute and remain constant throughout the programs' execution life.</w:t>
      </w:r>
    </w:p>
    <w:p w:rsidR="0015172B" w:rsidRDefault="0015172B" w:rsidP="0015172B"/>
    <w:p w:rsidR="0015172B" w:rsidRDefault="0015172B" w:rsidP="0015172B">
      <w:r>
        <w:t>The need for finer grained control of the feature was exposed when HDF5 tools were built with the static-exec option and attempted to use dynamic filter loading. Because the tool and the filter used different runtime instances an exception was raised when a different C runtime tried to free the memory allocated by the other C runtime instance.</w:t>
      </w:r>
    </w:p>
    <w:p w:rsidR="0015172B" w:rsidRDefault="0015172B" w:rsidP="0015172B"/>
    <w:p w:rsidR="0015172B" w:rsidRDefault="0015172B" w:rsidP="0015172B">
      <w:r>
        <w:t xml:space="preserve">Another recommendation was to change the state of the global plugin variable from negative logic, disable plugins, to positive logic, </w:t>
      </w:r>
      <w:proofErr w:type="gramStart"/>
      <w:r>
        <w:t>enable</w:t>
      </w:r>
      <w:proofErr w:type="gramEnd"/>
      <w:r>
        <w:t xml:space="preserve"> plugins.</w:t>
      </w:r>
    </w:p>
    <w:p w:rsidR="0015172B" w:rsidRDefault="0015172B" w:rsidP="0015172B"/>
    <w:p w:rsidR="0015172B" w:rsidRDefault="0015172B" w:rsidP="0015172B"/>
    <w:p w:rsidR="0015172B" w:rsidRDefault="0015172B" w:rsidP="0015172B"/>
    <w:p w:rsidR="0015172B" w:rsidRDefault="0015172B" w:rsidP="00E941E7">
      <w:pPr>
        <w:pStyle w:val="Heading1"/>
        <w:rPr>
          <w:rFonts w:eastAsia="Times New Roman"/>
        </w:rPr>
      </w:pPr>
      <w:bookmarkStart w:id="2" w:name="_Toc428540119"/>
      <w:r>
        <w:rPr>
          <w:rFonts w:eastAsia="Times New Roman"/>
        </w:rPr>
        <w:lastRenderedPageBreak/>
        <w:t>Use Cases</w:t>
      </w:r>
      <w:bookmarkEnd w:id="2"/>
    </w:p>
    <w:p w:rsidR="0015172B" w:rsidRPr="00E941E7" w:rsidRDefault="0015172B" w:rsidP="00E941E7">
      <w:pPr>
        <w:pStyle w:val="ListParagraph"/>
        <w:numPr>
          <w:ilvl w:val="0"/>
          <w:numId w:val="37"/>
        </w:numPr>
        <w:rPr>
          <w:rFonts w:ascii="Arial" w:eastAsia="Times New Roman" w:hAnsi="Arial" w:cs="Times New Roman"/>
        </w:rPr>
      </w:pPr>
      <w:r w:rsidRPr="00E941E7">
        <w:t xml:space="preserve">Disable all plugins - </w:t>
      </w:r>
      <w:r w:rsidRPr="00E941E7">
        <w:rPr>
          <w:rFonts w:ascii="Courier New" w:hAnsi="Courier New" w:cs="Courier New"/>
          <w:sz w:val="20"/>
          <w:szCs w:val="20"/>
        </w:rPr>
        <w:t>H5PLset_loading_state (0)</w:t>
      </w:r>
    </w:p>
    <w:p w:rsidR="0015172B" w:rsidRPr="001E5615" w:rsidRDefault="0015172B" w:rsidP="00E941E7">
      <w:pPr>
        <w:pStyle w:val="ListParagraph"/>
        <w:numPr>
          <w:ilvl w:val="0"/>
          <w:numId w:val="37"/>
        </w:numPr>
        <w:rPr>
          <w:rStyle w:val="HTMLPreformattedChar"/>
        </w:rPr>
      </w:pPr>
      <w:r w:rsidRPr="00E941E7">
        <w:t>Enable all plugins -</w:t>
      </w:r>
      <w:r w:rsidR="00E941E7" w:rsidRPr="00E941E7">
        <w:rPr>
          <w:rFonts w:ascii="Arial" w:eastAsia="Times New Roman" w:hAnsi="Arial" w:cs="Times New Roman"/>
        </w:rPr>
        <w:t xml:space="preserve"> </w:t>
      </w:r>
      <w:r w:rsidRPr="00E941E7">
        <w:rPr>
          <w:rFonts w:ascii="Courier New" w:hAnsi="Courier New" w:cs="Courier New"/>
          <w:sz w:val="20"/>
          <w:szCs w:val="20"/>
        </w:rPr>
        <w:t>H5PLset_loading_state (-1)</w:t>
      </w:r>
    </w:p>
    <w:p w:rsidR="00E941E7" w:rsidRDefault="0015172B" w:rsidP="00E941E7">
      <w:pPr>
        <w:pStyle w:val="ListParagraph"/>
        <w:numPr>
          <w:ilvl w:val="0"/>
          <w:numId w:val="37"/>
        </w:numPr>
      </w:pPr>
      <w:r w:rsidRPr="00E941E7">
        <w:t xml:space="preserve">Disable plugin X - requires user to negate the state with a 0 in bit position X and </w:t>
      </w:r>
      <w:proofErr w:type="spellStart"/>
      <w:r w:rsidRPr="00E941E7">
        <w:t>AND</w:t>
      </w:r>
      <w:proofErr w:type="spellEnd"/>
      <w:r w:rsidRPr="00E941E7">
        <w:t xml:space="preserve"> it with the result from </w:t>
      </w:r>
      <w:proofErr w:type="gramStart"/>
      <w:r w:rsidRPr="00E941E7">
        <w:t>a</w:t>
      </w:r>
      <w:proofErr w:type="gramEnd"/>
      <w:r w:rsidR="00E941E7">
        <w:t xml:space="preserve"> </w:t>
      </w:r>
      <w:r w:rsidRPr="00E941E7">
        <w:rPr>
          <w:rStyle w:val="HTMLPreformattedChar"/>
          <w:rFonts w:ascii="Courier New" w:hAnsi="Courier New" w:cs="Courier New"/>
        </w:rPr>
        <w:t>H5PLget_loading_state</w:t>
      </w:r>
      <w:r w:rsidRPr="00E941E7">
        <w:rPr>
          <w:rFonts w:ascii="Courier New" w:hAnsi="Courier New" w:cs="Courier New"/>
          <w:sz w:val="20"/>
          <w:szCs w:val="20"/>
        </w:rPr>
        <w:t xml:space="preserve"> </w:t>
      </w:r>
      <w:r w:rsidRPr="00E941E7">
        <w:t>call.</w:t>
      </w:r>
    </w:p>
    <w:p w:rsidR="00E941E7" w:rsidRDefault="00E941E7" w:rsidP="00E941E7"/>
    <w:p w:rsidR="00E941E7" w:rsidRDefault="0015172B" w:rsidP="00E941E7">
      <w:pPr>
        <w:pStyle w:val="PlainText9"/>
        <w:ind w:left="720"/>
      </w:pPr>
      <w:r w:rsidRPr="009C6A3A">
        <w:t>H5PLget_loading_</w:t>
      </w:r>
      <w:proofErr w:type="gramStart"/>
      <w:r w:rsidRPr="009C6A3A">
        <w:t>state(</w:t>
      </w:r>
      <w:proofErr w:type="gramEnd"/>
      <w:r w:rsidRPr="009C6A3A">
        <w:t>&amp;curr_setting)</w:t>
      </w:r>
    </w:p>
    <w:p w:rsidR="00E941E7" w:rsidRDefault="0015172B" w:rsidP="00E941E7">
      <w:pPr>
        <w:pStyle w:val="PlainText9"/>
        <w:ind w:left="720"/>
      </w:pPr>
      <w:r w:rsidRPr="009C6A3A">
        <w:t xml:space="preserve">new_setting = curr_setting &amp; ~H5PL_FILTER_PLUGIN </w:t>
      </w:r>
    </w:p>
    <w:p w:rsidR="00E941E7" w:rsidRDefault="0015172B" w:rsidP="00E941E7">
      <w:pPr>
        <w:pStyle w:val="PlainText9"/>
        <w:ind w:left="720"/>
      </w:pPr>
      <w:r w:rsidRPr="009C6A3A">
        <w:t>H5PLset_loading_state (new_setting)</w:t>
      </w:r>
    </w:p>
    <w:p w:rsidR="0015172B" w:rsidRPr="009C6A3A" w:rsidRDefault="0015172B" w:rsidP="00E941E7"/>
    <w:p w:rsidR="00E941E7" w:rsidRDefault="0015172B" w:rsidP="00E941E7">
      <w:pPr>
        <w:pStyle w:val="ListParagraph"/>
        <w:numPr>
          <w:ilvl w:val="0"/>
          <w:numId w:val="37"/>
        </w:numPr>
      </w:pPr>
      <w:r w:rsidRPr="00E941E7">
        <w:t xml:space="preserve">Enable plugin X - requires user to set the state with a 1 in bit position X and OR it with the result from </w:t>
      </w:r>
      <w:proofErr w:type="gramStart"/>
      <w:r w:rsidRPr="00E941E7">
        <w:t>a</w:t>
      </w:r>
      <w:proofErr w:type="gramEnd"/>
      <w:r w:rsidR="00E941E7" w:rsidRPr="00E941E7">
        <w:t xml:space="preserve"> </w:t>
      </w:r>
      <w:r w:rsidRPr="001E5615">
        <w:rPr>
          <w:rStyle w:val="HTMLPreformattedChar"/>
        </w:rPr>
        <w:t>H5PLget_loading_state</w:t>
      </w:r>
      <w:r>
        <w:t xml:space="preserve"> call.</w:t>
      </w:r>
    </w:p>
    <w:p w:rsidR="00E941E7" w:rsidRDefault="00E941E7" w:rsidP="00E941E7">
      <w:pPr>
        <w:rPr>
          <w:rFonts w:cs="Courier"/>
        </w:rPr>
      </w:pPr>
    </w:p>
    <w:p w:rsidR="00E941E7" w:rsidRDefault="0015172B" w:rsidP="00E941E7">
      <w:pPr>
        <w:pStyle w:val="PlainText9"/>
        <w:ind w:left="720"/>
      </w:pPr>
      <w:r w:rsidRPr="009C6A3A">
        <w:rPr>
          <w:rFonts w:cs="Courier"/>
        </w:rPr>
        <w:t>H</w:t>
      </w:r>
      <w:r w:rsidRPr="009C6A3A">
        <w:t>5PLget_loading_</w:t>
      </w:r>
      <w:proofErr w:type="gramStart"/>
      <w:r w:rsidRPr="009C6A3A">
        <w:t>state(</w:t>
      </w:r>
      <w:proofErr w:type="gramEnd"/>
      <w:r w:rsidRPr="009C6A3A">
        <w:t>&amp;curr_setting)</w:t>
      </w:r>
    </w:p>
    <w:p w:rsidR="00E941E7" w:rsidRDefault="0015172B" w:rsidP="00E941E7">
      <w:pPr>
        <w:pStyle w:val="PlainText9"/>
        <w:ind w:left="720"/>
      </w:pPr>
      <w:r w:rsidRPr="009C6A3A">
        <w:t>new_setting = curr_setting | H5PL_FILTER_PLUGIN</w:t>
      </w:r>
    </w:p>
    <w:p w:rsidR="0015172B" w:rsidRDefault="0015172B" w:rsidP="00E941E7">
      <w:pPr>
        <w:pStyle w:val="PlainText9"/>
        <w:ind w:left="720"/>
      </w:pPr>
      <w:r w:rsidRPr="009C6A3A">
        <w:t>H5PLset_loading_state (new_setting)</w:t>
      </w:r>
    </w:p>
    <w:p w:rsidR="00E941E7" w:rsidRDefault="00E941E7" w:rsidP="00E941E7"/>
    <w:p w:rsidR="00E941E7" w:rsidRDefault="00E941E7" w:rsidP="00E941E7"/>
    <w:p w:rsidR="00E941E7" w:rsidRPr="009C6A3A" w:rsidRDefault="00E941E7" w:rsidP="00E941E7"/>
    <w:p w:rsidR="0015172B" w:rsidRDefault="0015172B" w:rsidP="0015172B">
      <w:pPr>
        <w:rPr>
          <w:rFonts w:ascii="Arial" w:eastAsia="Times New Roman" w:hAnsi="Arial" w:cs="Times New Roman"/>
          <w:b/>
          <w:bCs/>
          <w:sz w:val="24"/>
          <w:szCs w:val="24"/>
        </w:rPr>
      </w:pPr>
      <w:r>
        <w:rPr>
          <w:rFonts w:ascii="Arial" w:eastAsia="Times New Roman" w:hAnsi="Arial" w:cs="Times New Roman"/>
        </w:rPr>
        <w:br w:type="page"/>
      </w:r>
    </w:p>
    <w:p w:rsidR="0015172B" w:rsidRDefault="0015172B" w:rsidP="00E941E7">
      <w:pPr>
        <w:pStyle w:val="Heading1"/>
        <w:rPr>
          <w:rFonts w:eastAsia="Times New Roman"/>
        </w:rPr>
      </w:pPr>
      <w:bookmarkStart w:id="3" w:name="_Toc428540120"/>
      <w:r>
        <w:rPr>
          <w:rFonts w:eastAsia="Times New Roman"/>
        </w:rPr>
        <w:lastRenderedPageBreak/>
        <w:t>Implementation</w:t>
      </w:r>
      <w:bookmarkEnd w:id="3"/>
    </w:p>
    <w:p w:rsidR="0015172B" w:rsidRDefault="0015172B" w:rsidP="008D1661">
      <w:r>
        <w:t xml:space="preserve">In the </w:t>
      </w:r>
      <w:r w:rsidRPr="00E941E7">
        <w:rPr>
          <w:rStyle w:val="HTMLPreformattedChar"/>
          <w:rFonts w:ascii="Courier New" w:hAnsi="Courier New" w:cs="Courier New"/>
        </w:rPr>
        <w:t>H5PL.c</w:t>
      </w:r>
      <w:r>
        <w:t xml:space="preserve"> file in the source folder, the local variable is declared as a </w:t>
      </w:r>
      <w:r w:rsidRPr="00E941E7">
        <w:rPr>
          <w:rStyle w:val="HTMLPreformattedChar"/>
          <w:rFonts w:ascii="Courier New" w:hAnsi="Courier New" w:cs="Courier New"/>
        </w:rPr>
        <w:t>signed int</w:t>
      </w:r>
      <w:r>
        <w:t>:</w:t>
      </w:r>
    </w:p>
    <w:p w:rsidR="008D1661" w:rsidRDefault="008D1661" w:rsidP="008D1661"/>
    <w:p w:rsidR="0015172B" w:rsidRDefault="0015172B" w:rsidP="008D1661">
      <w:pPr>
        <w:pStyle w:val="SubSectionHeading"/>
      </w:pPr>
      <w:r>
        <w:t>Source File: H5PL.c</w:t>
      </w:r>
    </w:p>
    <w:p w:rsidR="008D1661" w:rsidRPr="008D1661" w:rsidRDefault="008D1661" w:rsidP="008D1661"/>
    <w:p w:rsidR="0015172B" w:rsidRDefault="0015172B" w:rsidP="008D1661">
      <w:pPr>
        <w:pStyle w:val="PlainText9"/>
      </w:pPr>
      <w:r>
        <w:t xml:space="preserve">    </w:t>
      </w:r>
      <w:proofErr w:type="gramStart"/>
      <w:r>
        <w:t>static</w:t>
      </w:r>
      <w:proofErr w:type="gramEnd"/>
      <w:r>
        <w:t xml:space="preserve"> int          H5PL_plugin_g = -1;</w:t>
      </w:r>
    </w:p>
    <w:p w:rsidR="008D1661" w:rsidRDefault="008D1661" w:rsidP="008D1661"/>
    <w:p w:rsidR="0015172B" w:rsidRDefault="0015172B" w:rsidP="008D1661">
      <w:r>
        <w:t xml:space="preserve">This variable is used for both the global disabling all plugins as well as for the individual plugins. If all plugins should be disabled, </w:t>
      </w:r>
      <w:r w:rsidRPr="006E1C62">
        <w:t>the</w:t>
      </w:r>
      <w:r w:rsidRPr="001E5615">
        <w:rPr>
          <w:rStyle w:val="HTMLPreformattedChar"/>
        </w:rPr>
        <w:t xml:space="preserve"> H5PL_plugin_g</w:t>
      </w:r>
      <w:r>
        <w:t xml:space="preserve"> should be zero</w:t>
      </w:r>
      <w:r w:rsidR="006E1C62">
        <w:t>.</w:t>
      </w:r>
      <w:r>
        <w:t xml:space="preserve"> </w:t>
      </w:r>
      <w:r w:rsidR="006E1C62">
        <w:t xml:space="preserve">If </w:t>
      </w:r>
      <w:r>
        <w:t xml:space="preserve">this is variable is non-negative then the value of the individual bits control the individual plugins. The plugin bit will correspond with the </w:t>
      </w:r>
      <w:r w:rsidRPr="001E5615">
        <w:rPr>
          <w:rStyle w:val="HTMLPreformattedChar"/>
        </w:rPr>
        <w:t>H5PL_type_t</w:t>
      </w:r>
      <w:r>
        <w:t xml:space="preserve"> enum value for that plugin. For filters, bit 0 will enable filter plugins if set to 1.</w:t>
      </w:r>
    </w:p>
    <w:p w:rsidR="008D1661" w:rsidRDefault="008D1661" w:rsidP="008D1661"/>
    <w:p w:rsidR="0015172B" w:rsidRDefault="0015172B" w:rsidP="008D1661">
      <w:r>
        <w:t xml:space="preserve">In the </w:t>
      </w:r>
      <w:r w:rsidRPr="00E941E7">
        <w:rPr>
          <w:rStyle w:val="HTMLPreformattedChar"/>
          <w:rFonts w:ascii="Courier New" w:hAnsi="Courier New" w:cs="Courier New"/>
        </w:rPr>
        <w:t>H5PLextern.h</w:t>
      </w:r>
      <w:r>
        <w:t xml:space="preserve"> file is the existing declaration of the </w:t>
      </w:r>
      <w:r w:rsidRPr="00E941E7">
        <w:rPr>
          <w:rStyle w:val="HTMLPreformattedChar"/>
          <w:rFonts w:ascii="Courier New" w:hAnsi="Courier New" w:cs="Courier New"/>
        </w:rPr>
        <w:t>H5PL_type_t enum</w:t>
      </w:r>
      <w:r>
        <w:t>:</w:t>
      </w:r>
    </w:p>
    <w:p w:rsidR="008D1661" w:rsidRDefault="008D1661" w:rsidP="008D1661"/>
    <w:p w:rsidR="0015172B" w:rsidRDefault="0015172B" w:rsidP="008D1661">
      <w:pPr>
        <w:pStyle w:val="SubSectionHeading"/>
      </w:pPr>
      <w:r>
        <w:t xml:space="preserve">Source File: </w:t>
      </w:r>
      <w:r w:rsidRPr="008D1661">
        <w:t>H5PLextern</w:t>
      </w:r>
      <w:r>
        <w:t>.h</w:t>
      </w:r>
    </w:p>
    <w:p w:rsidR="008D1661" w:rsidRPr="008D1661" w:rsidRDefault="008D1661" w:rsidP="008D1661"/>
    <w:p w:rsidR="0015172B" w:rsidRDefault="0015172B" w:rsidP="008D1661">
      <w:pPr>
        <w:pStyle w:val="PlainText9"/>
      </w:pPr>
      <w:r>
        <w:t xml:space="preserve">    /*******************/</w:t>
      </w:r>
    </w:p>
    <w:p w:rsidR="0015172B" w:rsidRDefault="0015172B" w:rsidP="008D1661">
      <w:pPr>
        <w:pStyle w:val="PlainText9"/>
      </w:pPr>
      <w:r>
        <w:t xml:space="preserve">    /* Public </w:t>
      </w:r>
      <w:proofErr w:type="spellStart"/>
      <w:r>
        <w:t>Typedefs</w:t>
      </w:r>
      <w:proofErr w:type="spellEnd"/>
      <w:r>
        <w:t xml:space="preserve"> */</w:t>
      </w:r>
    </w:p>
    <w:p w:rsidR="0015172B" w:rsidRDefault="0015172B" w:rsidP="008D1661">
      <w:pPr>
        <w:pStyle w:val="PlainText9"/>
      </w:pPr>
      <w:r>
        <w:t xml:space="preserve">    /*******************/</w:t>
      </w:r>
    </w:p>
    <w:p w:rsidR="0015172B" w:rsidRDefault="0015172B" w:rsidP="008D1661">
      <w:pPr>
        <w:pStyle w:val="PlainText9"/>
      </w:pPr>
      <w:r>
        <w:t xml:space="preserve">    /* Plugin type */</w:t>
      </w:r>
    </w:p>
    <w:p w:rsidR="0015172B" w:rsidRDefault="0015172B" w:rsidP="008D1661">
      <w:pPr>
        <w:pStyle w:val="PlainText9"/>
      </w:pPr>
      <w:r>
        <w:t xml:space="preserve">    </w:t>
      </w:r>
      <w:proofErr w:type="gramStart"/>
      <w:r>
        <w:t>typedef</w:t>
      </w:r>
      <w:proofErr w:type="gramEnd"/>
      <w:r>
        <w:t xml:space="preserve"> enum H5PL_type_t {</w:t>
      </w:r>
    </w:p>
    <w:p w:rsidR="0015172B" w:rsidRDefault="0015172B" w:rsidP="008D1661">
      <w:pPr>
        <w:pStyle w:val="PlainText9"/>
      </w:pPr>
      <w:r>
        <w:t xml:space="preserve">         H5PL_TYPE_ERROR        = -1</w:t>
      </w:r>
      <w:proofErr w:type="gramStart"/>
      <w:r>
        <w:t>,  /</w:t>
      </w:r>
      <w:proofErr w:type="gramEnd"/>
      <w:r>
        <w:t>*error                    */</w:t>
      </w:r>
    </w:p>
    <w:p w:rsidR="0015172B" w:rsidRDefault="0015172B" w:rsidP="008D1661">
      <w:pPr>
        <w:pStyle w:val="PlainText9"/>
      </w:pPr>
      <w:r>
        <w:t xml:space="preserve">         H5PL_TYPE_FILTER       = 0,   /*filter                   */</w:t>
      </w:r>
    </w:p>
    <w:p w:rsidR="0015172B" w:rsidRDefault="0015172B" w:rsidP="008D1661">
      <w:pPr>
        <w:pStyle w:val="PlainText9"/>
      </w:pPr>
      <w:r>
        <w:t xml:space="preserve">         H5PL_TYPE_NONE         = 1    /*this must be last!       */</w:t>
      </w:r>
    </w:p>
    <w:p w:rsidR="0015172B" w:rsidRDefault="0015172B" w:rsidP="008D1661">
      <w:pPr>
        <w:pStyle w:val="PlainText9"/>
      </w:pPr>
      <w:r>
        <w:t xml:space="preserve">    } H5PL_type_t;</w:t>
      </w:r>
    </w:p>
    <w:p w:rsidR="008D1661" w:rsidRDefault="008D1661" w:rsidP="008D1661"/>
    <w:p w:rsidR="0015172B" w:rsidRDefault="0015172B" w:rsidP="008D1661">
      <w:r>
        <w:t>The functions use one argument to enable or disable the individual plugins. The function need to check the environment variable method of disabling the use of dynamic filter loading in order to not override the environment setting. The argument directly sets/unsets the global</w:t>
      </w:r>
      <w:r w:rsidR="006E1C62">
        <w:t xml:space="preserve"> </w:t>
      </w:r>
      <w:r w:rsidRPr="006E1C62">
        <w:rPr>
          <w:rStyle w:val="HTMLPreformattedChar"/>
          <w:rFonts w:ascii="Courier New" w:hAnsi="Courier New" w:cs="Courier New"/>
        </w:rPr>
        <w:t>H5PL_plugin_g</w:t>
      </w:r>
      <w:r w:rsidR="006E1C62" w:rsidRPr="006E1C62">
        <w:rPr>
          <w:rStyle w:val="HTMLPreformattedChar"/>
          <w:rFonts w:ascii="Courier New" w:hAnsi="Courier New" w:cs="Courier New"/>
        </w:rPr>
        <w:t xml:space="preserve"> </w:t>
      </w:r>
      <w:r>
        <w:t>variable.</w:t>
      </w:r>
    </w:p>
    <w:p w:rsidR="008D1661" w:rsidRDefault="008D1661" w:rsidP="008D1661"/>
    <w:p w:rsidR="0015172B" w:rsidRDefault="0015172B" w:rsidP="008D1661">
      <w:pPr>
        <w:pStyle w:val="SubSectionHeading"/>
      </w:pPr>
      <w:r>
        <w:t>Source File: H5PL.c</w:t>
      </w:r>
    </w:p>
    <w:p w:rsidR="008D1661" w:rsidRPr="008D1661" w:rsidRDefault="008D1661" w:rsidP="008D1661"/>
    <w:p w:rsidR="0015172B" w:rsidRDefault="0015172B" w:rsidP="008D1661">
      <w:pPr>
        <w:pStyle w:val="PlainText9"/>
      </w:pPr>
      <w:r>
        <w:t xml:space="preserve">    /*-------------------------------------------------------------------------</w:t>
      </w:r>
    </w:p>
    <w:p w:rsidR="0015172B" w:rsidRDefault="0015172B" w:rsidP="008D1661">
      <w:pPr>
        <w:pStyle w:val="PlainText9"/>
      </w:pPr>
      <w:r>
        <w:t xml:space="preserve">     * Function:   H5PLset_loading_state</w:t>
      </w:r>
    </w:p>
    <w:p w:rsidR="0015172B" w:rsidRDefault="0015172B" w:rsidP="008D1661">
      <w:pPr>
        <w:pStyle w:val="PlainText9"/>
      </w:pPr>
      <w:r>
        <w:t xml:space="preserve">     *</w:t>
      </w:r>
    </w:p>
    <w:p w:rsidR="0015172B" w:rsidRDefault="0015172B" w:rsidP="008D1661">
      <w:pPr>
        <w:pStyle w:val="PlainText9"/>
      </w:pPr>
      <w:r>
        <w:t xml:space="preserve">     * Purpose:   Control the loading of dynamic plugins.</w:t>
      </w:r>
    </w:p>
    <w:p w:rsidR="0015172B" w:rsidRDefault="0015172B" w:rsidP="008D1661">
      <w:pPr>
        <w:pStyle w:val="PlainText9"/>
      </w:pPr>
      <w:r>
        <w:t xml:space="preserve">     *</w:t>
      </w:r>
    </w:p>
    <w:p w:rsidR="0015172B" w:rsidRDefault="0015172B" w:rsidP="008D1661">
      <w:pPr>
        <w:pStyle w:val="PlainText9"/>
      </w:pPr>
      <w:r>
        <w:t xml:space="preserve">     *        This function will not allow plugins if the pathname from </w:t>
      </w:r>
    </w:p>
    <w:p w:rsidR="0015172B" w:rsidRDefault="0015172B" w:rsidP="008D1661">
      <w:pPr>
        <w:pStyle w:val="PlainText9"/>
      </w:pPr>
      <w:r>
        <w:t xml:space="preserve">     *        </w:t>
      </w:r>
      <w:proofErr w:type="gramStart"/>
      <w:r>
        <w:t>the</w:t>
      </w:r>
      <w:proofErr w:type="gramEnd"/>
      <w:r>
        <w:t xml:space="preserve"> HDF5_PLUGIN_PRELOAD</w:t>
      </w:r>
      <w:r w:rsidRPr="001720DF">
        <w:t xml:space="preserve"> </w:t>
      </w:r>
      <w:r>
        <w:t>environment variable is set</w:t>
      </w:r>
    </w:p>
    <w:p w:rsidR="0015172B" w:rsidRDefault="0015172B" w:rsidP="008D1661">
      <w:pPr>
        <w:pStyle w:val="PlainText9"/>
      </w:pPr>
      <w:r>
        <w:t xml:space="preserve">     *        </w:t>
      </w:r>
      <w:proofErr w:type="gramStart"/>
      <w:r>
        <w:t>to</w:t>
      </w:r>
      <w:proofErr w:type="gramEnd"/>
      <w:r>
        <w:t xml:space="preserve"> the special "::" string.</w:t>
      </w:r>
    </w:p>
    <w:p w:rsidR="0015172B" w:rsidRDefault="0015172B" w:rsidP="008D1661">
      <w:pPr>
        <w:pStyle w:val="PlainText9"/>
      </w:pPr>
      <w:r>
        <w:t xml:space="preserve">     *</w:t>
      </w:r>
    </w:p>
    <w:p w:rsidR="0015172B" w:rsidRDefault="0015172B" w:rsidP="008D1661">
      <w:pPr>
        <w:pStyle w:val="PlainText9"/>
      </w:pPr>
      <w:r>
        <w:t xml:space="preserve">     *        </w:t>
      </w:r>
      <w:proofErr w:type="gramStart"/>
      <w:r>
        <w:t>plugin</w:t>
      </w:r>
      <w:proofErr w:type="gramEnd"/>
      <w:r>
        <w:t xml:space="preserve"> bit = 0, will prevent the use of that dynamic plugin.</w:t>
      </w:r>
    </w:p>
    <w:p w:rsidR="0015172B" w:rsidRDefault="0015172B" w:rsidP="008D1661">
      <w:pPr>
        <w:pStyle w:val="PlainText9"/>
      </w:pPr>
      <w:r>
        <w:t xml:space="preserve">     *        </w:t>
      </w:r>
      <w:proofErr w:type="gramStart"/>
      <w:r>
        <w:t>plugin</w:t>
      </w:r>
      <w:proofErr w:type="gramEnd"/>
      <w:r>
        <w:t xml:space="preserve"> bit = 1, will allow the use of that dynamic plugin.</w:t>
      </w:r>
    </w:p>
    <w:p w:rsidR="0015172B" w:rsidRDefault="0015172B" w:rsidP="008D1661">
      <w:pPr>
        <w:pStyle w:val="PlainText9"/>
      </w:pPr>
      <w:r>
        <w:t xml:space="preserve">     *        </w:t>
      </w:r>
    </w:p>
    <w:p w:rsidR="0015172B" w:rsidRDefault="0015172B" w:rsidP="008D1661">
      <w:pPr>
        <w:pStyle w:val="PlainText9"/>
      </w:pPr>
      <w:r>
        <w:t xml:space="preserve">     *        H5PL_TYPE_FILTER changes just dynamic filters</w:t>
      </w:r>
    </w:p>
    <w:p w:rsidR="0015172B" w:rsidRDefault="0015172B" w:rsidP="008D1661">
      <w:pPr>
        <w:pStyle w:val="PlainText9"/>
      </w:pPr>
      <w:r>
        <w:t xml:space="preserve">     *        A negative value will enable all dynamic plugins</w:t>
      </w:r>
    </w:p>
    <w:p w:rsidR="0015172B" w:rsidRDefault="0015172B" w:rsidP="008D1661">
      <w:pPr>
        <w:pStyle w:val="PlainText9"/>
      </w:pPr>
      <w:r>
        <w:t xml:space="preserve">     *        A zero value will disable all dynamic plugins</w:t>
      </w:r>
    </w:p>
    <w:p w:rsidR="0015172B" w:rsidRDefault="0015172B" w:rsidP="008D1661">
      <w:pPr>
        <w:pStyle w:val="PlainText9"/>
      </w:pPr>
      <w:r>
        <w:t xml:space="preserve">     *        </w:t>
      </w:r>
    </w:p>
    <w:p w:rsidR="0015172B" w:rsidRDefault="0015172B" w:rsidP="008D1661">
      <w:pPr>
        <w:pStyle w:val="PlainText9"/>
      </w:pPr>
      <w:r>
        <w:t xml:space="preserve">     * Return:    Non-negative or success</w:t>
      </w:r>
    </w:p>
    <w:p w:rsidR="0015172B" w:rsidRDefault="0015172B" w:rsidP="008D1661">
      <w:pPr>
        <w:pStyle w:val="PlainText9"/>
      </w:pPr>
      <w:r>
        <w:lastRenderedPageBreak/>
        <w:t xml:space="preserve">     *</w:t>
      </w:r>
    </w:p>
    <w:p w:rsidR="0015172B" w:rsidRDefault="0015172B" w:rsidP="008D1661">
      <w:pPr>
        <w:pStyle w:val="PlainText9"/>
      </w:pPr>
      <w:r>
        <w:t xml:space="preserve">     *-------------------------------------------------------------------------</w:t>
      </w:r>
    </w:p>
    <w:p w:rsidR="0015172B" w:rsidRDefault="0015172B" w:rsidP="008D1661">
      <w:pPr>
        <w:pStyle w:val="PlainText9"/>
      </w:pPr>
      <w:r>
        <w:t xml:space="preserve">     */</w:t>
      </w:r>
    </w:p>
    <w:p w:rsidR="0015172B" w:rsidRDefault="0015172B" w:rsidP="008D1661">
      <w:pPr>
        <w:pStyle w:val="PlainText9"/>
      </w:pPr>
      <w:r>
        <w:t xml:space="preserve">    herr_t</w:t>
      </w:r>
    </w:p>
    <w:p w:rsidR="0015172B" w:rsidRDefault="0015172B" w:rsidP="008D1661">
      <w:pPr>
        <w:pStyle w:val="PlainText9"/>
      </w:pPr>
      <w:r>
        <w:t xml:space="preserve">    H5PLset_loading_</w:t>
      </w:r>
      <w:proofErr w:type="gramStart"/>
      <w:r>
        <w:t>state(</w:t>
      </w:r>
      <w:proofErr w:type="gramEnd"/>
      <w:r>
        <w:t>int plugin_flags)</w:t>
      </w:r>
    </w:p>
    <w:p w:rsidR="0015172B" w:rsidRDefault="0015172B" w:rsidP="008D1661">
      <w:pPr>
        <w:pStyle w:val="PlainText9"/>
      </w:pPr>
      <w:r>
        <w:t xml:space="preserve">    {</w:t>
      </w:r>
    </w:p>
    <w:p w:rsidR="0015172B" w:rsidRDefault="0015172B" w:rsidP="008D1661">
      <w:pPr>
        <w:pStyle w:val="PlainText9"/>
      </w:pPr>
      <w:r>
        <w:t xml:space="preserve">         </w:t>
      </w:r>
      <w:proofErr w:type="gramStart"/>
      <w:r>
        <w:t>char  *</w:t>
      </w:r>
      <w:proofErr w:type="gramEnd"/>
      <w:r>
        <w:t>preload_path;</w:t>
      </w:r>
    </w:p>
    <w:p w:rsidR="0015172B" w:rsidRDefault="0015172B" w:rsidP="008D1661">
      <w:pPr>
        <w:pStyle w:val="PlainText9"/>
      </w:pPr>
      <w:r>
        <w:t xml:space="preserve">        </w:t>
      </w:r>
      <w:r w:rsidR="00AB3E45">
        <w:t xml:space="preserve"> </w:t>
      </w:r>
      <w:r>
        <w:t>herr_t ret_value = SUCCEED;   /* Return value */</w:t>
      </w:r>
    </w:p>
    <w:p w:rsidR="0015172B" w:rsidRDefault="0015172B" w:rsidP="008D1661">
      <w:pPr>
        <w:pStyle w:val="PlainText9"/>
      </w:pPr>
      <w:r>
        <w:t xml:space="preserve">   </w:t>
      </w:r>
    </w:p>
    <w:p w:rsidR="0015172B" w:rsidRDefault="0015172B" w:rsidP="008D1661">
      <w:pPr>
        <w:pStyle w:val="PlainText9"/>
      </w:pPr>
      <w:r>
        <w:t xml:space="preserve">       </w:t>
      </w:r>
      <w:r w:rsidR="00AB3E45">
        <w:t xml:space="preserve"> </w:t>
      </w:r>
      <w:r>
        <w:t xml:space="preserve"> FUNC_ENTER_</w:t>
      </w:r>
      <w:proofErr w:type="gramStart"/>
      <w:r>
        <w:t>API(</w:t>
      </w:r>
      <w:proofErr w:type="gramEnd"/>
      <w:r>
        <w:t>FAIL)</w:t>
      </w:r>
    </w:p>
    <w:p w:rsidR="0015172B" w:rsidRDefault="0015172B" w:rsidP="008D1661">
      <w:pPr>
        <w:pStyle w:val="PlainText9"/>
      </w:pPr>
      <w:r>
        <w:t xml:space="preserve"> </w:t>
      </w:r>
    </w:p>
    <w:p w:rsidR="0015172B" w:rsidRDefault="0015172B" w:rsidP="008D1661">
      <w:pPr>
        <w:pStyle w:val="PlainText9"/>
      </w:pPr>
      <w:r>
        <w:t xml:space="preserve">         /* check for global setting first */</w:t>
      </w:r>
    </w:p>
    <w:p w:rsidR="0015172B" w:rsidRDefault="0015172B" w:rsidP="008D1661">
      <w:pPr>
        <w:pStyle w:val="PlainText9"/>
      </w:pPr>
      <w:r>
        <w:t xml:space="preserve">         </w:t>
      </w:r>
      <w:proofErr w:type="gramStart"/>
      <w:r>
        <w:t>if(</w:t>
      </w:r>
      <w:proofErr w:type="gramEnd"/>
      <w:r>
        <w:t>plugin_flags &lt; 0)</w:t>
      </w:r>
    </w:p>
    <w:p w:rsidR="0015172B" w:rsidRDefault="0015172B" w:rsidP="008D1661">
      <w:pPr>
        <w:pStyle w:val="PlainText9"/>
      </w:pPr>
      <w:r>
        <w:t xml:space="preserve">             plugin_flags = -1;</w:t>
      </w:r>
    </w:p>
    <w:p w:rsidR="0015172B" w:rsidRDefault="0015172B" w:rsidP="008D1661">
      <w:pPr>
        <w:pStyle w:val="PlainText9"/>
      </w:pPr>
      <w:r>
        <w:t xml:space="preserve">         /* change the bit value of the requested plugin(s) */</w:t>
      </w:r>
    </w:p>
    <w:p w:rsidR="0015172B" w:rsidRDefault="0015172B" w:rsidP="008D1661">
      <w:pPr>
        <w:pStyle w:val="PlainText9"/>
      </w:pPr>
      <w:r>
        <w:t xml:space="preserve">         H5PL_plugin_g = plugin_flags;</w:t>
      </w:r>
    </w:p>
    <w:p w:rsidR="0015172B" w:rsidRDefault="0015172B" w:rsidP="008D1661">
      <w:pPr>
        <w:pStyle w:val="PlainText9"/>
      </w:pPr>
      <w:r>
        <w:t xml:space="preserve">         /* check if special ENV variable is set and disable all plugins */</w:t>
      </w:r>
    </w:p>
    <w:p w:rsidR="0015172B" w:rsidRDefault="0015172B" w:rsidP="008D1661">
      <w:pPr>
        <w:pStyle w:val="PlainText9"/>
      </w:pPr>
      <w:r>
        <w:t xml:space="preserve">         </w:t>
      </w:r>
      <w:proofErr w:type="gramStart"/>
      <w:r>
        <w:t>if(</w:t>
      </w:r>
      <w:proofErr w:type="gramEnd"/>
      <w:r>
        <w:t>NULL != (preload_path = HDgetenv("HDF5_PLUGIN_PRELOAD"))) {</w:t>
      </w:r>
    </w:p>
    <w:p w:rsidR="0015172B" w:rsidRDefault="0015172B" w:rsidP="008D1661">
      <w:pPr>
        <w:pStyle w:val="PlainText9"/>
      </w:pPr>
      <w:r>
        <w:t xml:space="preserve">             /* Special symbol "</w:t>
      </w:r>
      <w:proofErr w:type="gramStart"/>
      <w:r>
        <w:t>::"</w:t>
      </w:r>
      <w:proofErr w:type="gramEnd"/>
      <w:r>
        <w:t xml:space="preserve"> means no plugin during data reading. */</w:t>
      </w:r>
    </w:p>
    <w:p w:rsidR="0015172B" w:rsidRDefault="0015172B" w:rsidP="008D1661">
      <w:pPr>
        <w:pStyle w:val="PlainText9"/>
      </w:pPr>
      <w:r>
        <w:t xml:space="preserve">             </w:t>
      </w:r>
      <w:proofErr w:type="gramStart"/>
      <w:r>
        <w:t>if(</w:t>
      </w:r>
      <w:proofErr w:type="gramEnd"/>
      <w:r>
        <w:t>!HDstrcmp(preload_path, H5PL_NO_PLUGIN))</w:t>
      </w:r>
    </w:p>
    <w:p w:rsidR="0015172B" w:rsidRDefault="0015172B" w:rsidP="008D1661">
      <w:pPr>
        <w:pStyle w:val="PlainText9"/>
      </w:pPr>
      <w:r>
        <w:t xml:space="preserve">                 H5PL_plugin_g = 0;</w:t>
      </w:r>
    </w:p>
    <w:p w:rsidR="0015172B" w:rsidRDefault="0015172B" w:rsidP="008D1661">
      <w:pPr>
        <w:pStyle w:val="PlainText9"/>
      </w:pPr>
      <w:r>
        <w:t xml:space="preserve">             }</w:t>
      </w:r>
    </w:p>
    <w:p w:rsidR="0015172B" w:rsidRDefault="0015172B" w:rsidP="008D1661">
      <w:pPr>
        <w:pStyle w:val="PlainText9"/>
      </w:pPr>
      <w:r>
        <w:t xml:space="preserve">        </w:t>
      </w:r>
      <w:r w:rsidR="00AB3E45">
        <w:t xml:space="preserve"> </w:t>
      </w:r>
      <w:r>
        <w:t>}</w:t>
      </w:r>
    </w:p>
    <w:p w:rsidR="0015172B" w:rsidRDefault="0015172B" w:rsidP="008D1661">
      <w:pPr>
        <w:pStyle w:val="PlainText9"/>
      </w:pPr>
      <w:r>
        <w:t xml:space="preserve">     </w:t>
      </w:r>
      <w:proofErr w:type="gramStart"/>
      <w:r>
        <w:t>done</w:t>
      </w:r>
      <w:proofErr w:type="gramEnd"/>
      <w:r>
        <w:t>:</w:t>
      </w:r>
    </w:p>
    <w:p w:rsidR="0015172B" w:rsidRDefault="0015172B" w:rsidP="008D1661">
      <w:pPr>
        <w:pStyle w:val="PlainText9"/>
      </w:pPr>
      <w:r>
        <w:t xml:space="preserve">         FUNC_LEAVE_</w:t>
      </w:r>
      <w:proofErr w:type="gramStart"/>
      <w:r>
        <w:t>API(</w:t>
      </w:r>
      <w:proofErr w:type="gramEnd"/>
      <w:r>
        <w:t>ret_value)</w:t>
      </w:r>
    </w:p>
    <w:p w:rsidR="0015172B" w:rsidRDefault="0015172B" w:rsidP="008D1661">
      <w:pPr>
        <w:pStyle w:val="PlainText9"/>
      </w:pPr>
      <w:r>
        <w:t xml:space="preserve">    } /* end H5PLset_loading_</w:t>
      </w:r>
      <w:proofErr w:type="gramStart"/>
      <w:r>
        <w:t>state(</w:t>
      </w:r>
      <w:proofErr w:type="gramEnd"/>
      <w:r>
        <w:t>) */</w:t>
      </w:r>
    </w:p>
    <w:p w:rsidR="0015172B" w:rsidRDefault="0015172B" w:rsidP="008D1661">
      <w:pPr>
        <w:pStyle w:val="PlainText9"/>
      </w:pPr>
    </w:p>
    <w:p w:rsidR="0015172B" w:rsidRDefault="0015172B" w:rsidP="008D1661">
      <w:pPr>
        <w:pStyle w:val="PlainText9"/>
      </w:pPr>
      <w:r>
        <w:t xml:space="preserve">    /*-------------------------------------------------------------------------</w:t>
      </w:r>
    </w:p>
    <w:p w:rsidR="0015172B" w:rsidRDefault="0015172B" w:rsidP="008D1661">
      <w:pPr>
        <w:pStyle w:val="PlainText9"/>
      </w:pPr>
      <w:r>
        <w:t xml:space="preserve">     * Function:   H5PLget_loading_state</w:t>
      </w:r>
    </w:p>
    <w:p w:rsidR="0015172B" w:rsidRDefault="0015172B" w:rsidP="008D1661">
      <w:pPr>
        <w:pStyle w:val="PlainText9"/>
      </w:pPr>
      <w:r>
        <w:t xml:space="preserve">     *</w:t>
      </w:r>
    </w:p>
    <w:p w:rsidR="0015172B" w:rsidRDefault="0015172B" w:rsidP="008D1661">
      <w:pPr>
        <w:pStyle w:val="PlainText9"/>
      </w:pPr>
      <w:r>
        <w:t xml:space="preserve">     * Purpose:   Query state of the loading of dynamic plugins.</w:t>
      </w:r>
    </w:p>
    <w:p w:rsidR="0015172B" w:rsidRDefault="0015172B" w:rsidP="008D1661">
      <w:pPr>
        <w:pStyle w:val="PlainText9"/>
      </w:pPr>
      <w:r>
        <w:t xml:space="preserve">     *</w:t>
      </w:r>
    </w:p>
    <w:p w:rsidR="0015172B" w:rsidRDefault="0015172B" w:rsidP="008D1661">
      <w:pPr>
        <w:pStyle w:val="PlainText9"/>
      </w:pPr>
      <w:r>
        <w:t xml:space="preserve">     *        This function will return the state of the global flag.</w:t>
      </w:r>
    </w:p>
    <w:p w:rsidR="0015172B" w:rsidRDefault="0015172B" w:rsidP="008D1661">
      <w:pPr>
        <w:pStyle w:val="PlainText9"/>
      </w:pPr>
      <w:r>
        <w:t xml:space="preserve">     *        </w:t>
      </w:r>
    </w:p>
    <w:p w:rsidR="0015172B" w:rsidRDefault="0015172B" w:rsidP="008D1661">
      <w:pPr>
        <w:pStyle w:val="PlainText9"/>
      </w:pPr>
      <w:r>
        <w:t xml:space="preserve">     * Return:    Zero if all plugins are disabled, negative if all</w:t>
      </w:r>
    </w:p>
    <w:p w:rsidR="0015172B" w:rsidRDefault="0015172B" w:rsidP="008D1661">
      <w:pPr>
        <w:pStyle w:val="PlainText9"/>
      </w:pPr>
      <w:r>
        <w:t xml:space="preserve">     *            </w:t>
      </w:r>
      <w:proofErr w:type="gramStart"/>
      <w:r>
        <w:t>plugins</w:t>
      </w:r>
      <w:proofErr w:type="gramEnd"/>
      <w:r>
        <w:t xml:space="preserve"> are enabled, positive if one or more of the plugins </w:t>
      </w:r>
    </w:p>
    <w:p w:rsidR="0015172B" w:rsidRDefault="0015172B" w:rsidP="008D1661">
      <w:pPr>
        <w:pStyle w:val="PlainText9"/>
      </w:pPr>
      <w:r>
        <w:t xml:space="preserve">     *            are enabled.</w:t>
      </w:r>
    </w:p>
    <w:p w:rsidR="0015172B" w:rsidRDefault="0015172B" w:rsidP="008D1661">
      <w:pPr>
        <w:pStyle w:val="PlainText9"/>
      </w:pPr>
      <w:r>
        <w:t xml:space="preserve">     *</w:t>
      </w:r>
    </w:p>
    <w:p w:rsidR="0015172B" w:rsidRDefault="0015172B" w:rsidP="008D1661">
      <w:pPr>
        <w:pStyle w:val="PlainText9"/>
      </w:pPr>
      <w:r>
        <w:t xml:space="preserve">     *-------------------------------------------------------------------------</w:t>
      </w:r>
    </w:p>
    <w:p w:rsidR="0015172B" w:rsidRDefault="0015172B" w:rsidP="008D1661">
      <w:pPr>
        <w:pStyle w:val="PlainText9"/>
      </w:pPr>
      <w:r>
        <w:t xml:space="preserve">     */</w:t>
      </w:r>
    </w:p>
    <w:p w:rsidR="0015172B" w:rsidRDefault="0015172B" w:rsidP="008D1661">
      <w:pPr>
        <w:pStyle w:val="PlainText9"/>
      </w:pPr>
      <w:r>
        <w:t xml:space="preserve">     herr_t</w:t>
      </w:r>
    </w:p>
    <w:p w:rsidR="0015172B" w:rsidRDefault="0015172B" w:rsidP="008D1661">
      <w:pPr>
        <w:pStyle w:val="PlainText9"/>
      </w:pPr>
      <w:r>
        <w:t xml:space="preserve">     H5PLget_loading_</w:t>
      </w:r>
      <w:proofErr w:type="gramStart"/>
      <w:r>
        <w:t>state(</w:t>
      </w:r>
      <w:proofErr w:type="gramEnd"/>
      <w:r>
        <w:t>int* plugin_flags)</w:t>
      </w:r>
    </w:p>
    <w:p w:rsidR="0015172B" w:rsidRDefault="0015172B" w:rsidP="008D1661">
      <w:pPr>
        <w:pStyle w:val="PlainText9"/>
      </w:pPr>
      <w:r>
        <w:t xml:space="preserve">     {</w:t>
      </w:r>
    </w:p>
    <w:p w:rsidR="0015172B" w:rsidRDefault="0015172B" w:rsidP="008D1661">
      <w:pPr>
        <w:pStyle w:val="PlainText9"/>
      </w:pPr>
      <w:r>
        <w:t xml:space="preserve">         herr_t ret_value = SUCCEED;    /* Return value */</w:t>
      </w:r>
    </w:p>
    <w:p w:rsidR="0015172B" w:rsidRDefault="0015172B" w:rsidP="008D1661">
      <w:pPr>
        <w:pStyle w:val="PlainText9"/>
      </w:pPr>
      <w:r>
        <w:t xml:space="preserve">         FUNC_ENTER_</w:t>
      </w:r>
      <w:proofErr w:type="gramStart"/>
      <w:r>
        <w:t>API(</w:t>
      </w:r>
      <w:proofErr w:type="gramEnd"/>
      <w:r>
        <w:t>FAIL)</w:t>
      </w:r>
    </w:p>
    <w:p w:rsidR="0015172B" w:rsidRDefault="0015172B" w:rsidP="008D1661">
      <w:pPr>
        <w:pStyle w:val="PlainText9"/>
      </w:pPr>
      <w:r>
        <w:t xml:space="preserve"> </w:t>
      </w:r>
    </w:p>
    <w:p w:rsidR="0015172B" w:rsidRDefault="0015172B" w:rsidP="008D1661">
      <w:pPr>
        <w:pStyle w:val="PlainText9"/>
      </w:pPr>
      <w:r>
        <w:t xml:space="preserve">         *plugin_flags = H5PL_plugin_g;</w:t>
      </w:r>
    </w:p>
    <w:p w:rsidR="0015172B" w:rsidRDefault="0015172B" w:rsidP="008D1661">
      <w:pPr>
        <w:pStyle w:val="PlainText9"/>
      </w:pPr>
      <w:r>
        <w:t xml:space="preserve">     </w:t>
      </w:r>
      <w:proofErr w:type="gramStart"/>
      <w:r>
        <w:t>done</w:t>
      </w:r>
      <w:proofErr w:type="gramEnd"/>
      <w:r>
        <w:t>:</w:t>
      </w:r>
    </w:p>
    <w:p w:rsidR="0015172B" w:rsidRDefault="0015172B" w:rsidP="008D1661">
      <w:pPr>
        <w:pStyle w:val="PlainText9"/>
      </w:pPr>
      <w:r>
        <w:t xml:space="preserve">         FUNC_LEAVE_</w:t>
      </w:r>
      <w:proofErr w:type="gramStart"/>
      <w:r>
        <w:t>API(</w:t>
      </w:r>
      <w:proofErr w:type="gramEnd"/>
      <w:r>
        <w:t>ret_value)</w:t>
      </w:r>
    </w:p>
    <w:p w:rsidR="0015172B" w:rsidRDefault="0015172B" w:rsidP="008D1661">
      <w:pPr>
        <w:pStyle w:val="PlainText9"/>
      </w:pPr>
      <w:r>
        <w:t xml:space="preserve"> } /* end H5PLget_loading_</w:t>
      </w:r>
      <w:proofErr w:type="gramStart"/>
      <w:r>
        <w:t>state(</w:t>
      </w:r>
      <w:proofErr w:type="gramEnd"/>
      <w:r>
        <w:t>) */</w:t>
      </w:r>
    </w:p>
    <w:p w:rsidR="0015172B" w:rsidRDefault="0015172B" w:rsidP="005C1847"/>
    <w:p w:rsidR="0015172B" w:rsidRDefault="0015172B" w:rsidP="005C1847">
      <w:r>
        <w:t xml:space="preserve">To support the flags parameter, the following convenience defines help because the bit position defines in </w:t>
      </w:r>
      <w:r w:rsidRPr="00AB3E45">
        <w:rPr>
          <w:rStyle w:val="HTMLPreformattedChar"/>
          <w:rFonts w:ascii="Courier New" w:hAnsi="Courier New" w:cs="Courier New"/>
        </w:rPr>
        <w:t>H5PL_type_t</w:t>
      </w:r>
      <w:r w:rsidRPr="00AB3E45">
        <w:rPr>
          <w:rFonts w:ascii="Courier New" w:hAnsi="Courier New" w:cs="Courier New"/>
        </w:rPr>
        <w:t xml:space="preserve"> </w:t>
      </w:r>
      <w:r>
        <w:t>enum start at 0.</w:t>
      </w:r>
    </w:p>
    <w:p w:rsidR="005C1847" w:rsidRDefault="005C1847" w:rsidP="005C1847"/>
    <w:p w:rsidR="0015172B" w:rsidRDefault="0015172B" w:rsidP="005C1847">
      <w:pPr>
        <w:pStyle w:val="SubSectionHeading"/>
      </w:pPr>
      <w:r>
        <w:t xml:space="preserve">Define </w:t>
      </w:r>
      <w:r w:rsidR="005C1847">
        <w:t>Value</w:t>
      </w:r>
    </w:p>
    <w:p w:rsidR="005C1847" w:rsidRPr="005C1847" w:rsidRDefault="005C1847" w:rsidP="005C1847"/>
    <w:p w:rsidR="0015172B" w:rsidRDefault="0015172B" w:rsidP="008D1661">
      <w:pPr>
        <w:pStyle w:val="PlainText9"/>
      </w:pPr>
      <w:r>
        <w:t xml:space="preserve">   /* Common dynamic plugin flags */</w:t>
      </w:r>
    </w:p>
    <w:p w:rsidR="0015172B" w:rsidRDefault="0015172B" w:rsidP="008D1661">
      <w:pPr>
        <w:pStyle w:val="PlainText9"/>
      </w:pPr>
      <w:r>
        <w:t xml:space="preserve">    #define H5PL_FILTER_PLUGIN        0x0001</w:t>
      </w:r>
    </w:p>
    <w:p w:rsidR="005C1847" w:rsidRDefault="005C1847" w:rsidP="005C1847"/>
    <w:p w:rsidR="0015172B" w:rsidRDefault="0015172B" w:rsidP="005C1847">
      <w:r>
        <w:lastRenderedPageBreak/>
        <w:t xml:space="preserve">Also the </w:t>
      </w:r>
      <w:r w:rsidRPr="00D74658">
        <w:rPr>
          <w:rStyle w:val="HTMLPreformattedChar"/>
          <w:rFonts w:ascii="Courier New" w:hAnsi="Courier New" w:cs="Courier New"/>
        </w:rPr>
        <w:t>H5PL_no_plugin</w:t>
      </w:r>
      <w:r w:rsidRPr="00D74658">
        <w:rPr>
          <w:rFonts w:ascii="Courier New" w:hAnsi="Courier New" w:cs="Courier New"/>
        </w:rPr>
        <w:t xml:space="preserve"> </w:t>
      </w:r>
      <w:r>
        <w:t xml:space="preserve">function has been removed as it was never used. The only use of </w:t>
      </w:r>
      <w:r w:rsidRPr="00AB3E45">
        <w:rPr>
          <w:rStyle w:val="HTMLPreformattedChar"/>
          <w:rFonts w:ascii="Courier New" w:hAnsi="Courier New" w:cs="Courier New"/>
        </w:rPr>
        <w:t>H5PL_plugin_g</w:t>
      </w:r>
      <w:r w:rsidRPr="00AB3E45">
        <w:rPr>
          <w:rFonts w:ascii="Courier New" w:hAnsi="Courier New" w:cs="Courier New"/>
        </w:rPr>
        <w:t xml:space="preserve"> </w:t>
      </w:r>
      <w:r>
        <w:t xml:space="preserve">variable is in the </w:t>
      </w:r>
      <w:r w:rsidRPr="00AB3E45">
        <w:rPr>
          <w:rStyle w:val="HTMLPreformattedChar"/>
          <w:rFonts w:ascii="Courier New" w:hAnsi="Courier New" w:cs="Courier New"/>
        </w:rPr>
        <w:t>H5PL_load</w:t>
      </w:r>
      <w:r w:rsidRPr="00AB3E45">
        <w:rPr>
          <w:rFonts w:ascii="Courier New" w:hAnsi="Courier New" w:cs="Courier New"/>
        </w:rPr>
        <w:t xml:space="preserve"> </w:t>
      </w:r>
      <w:r>
        <w:t>function.</w:t>
      </w:r>
    </w:p>
    <w:p w:rsidR="005C1847" w:rsidRDefault="005C1847" w:rsidP="005C1847"/>
    <w:p w:rsidR="0015172B" w:rsidRDefault="005C1847" w:rsidP="005C1847">
      <w:pPr>
        <w:pStyle w:val="SubSectionHeading"/>
      </w:pPr>
      <w:r>
        <w:t xml:space="preserve">Private </w:t>
      </w:r>
      <w:r w:rsidR="0015172B">
        <w:t>H5PL_load function in H5PL.c</w:t>
      </w:r>
    </w:p>
    <w:p w:rsidR="005C1847" w:rsidRPr="005C1847" w:rsidRDefault="005C1847" w:rsidP="005C1847"/>
    <w:p w:rsidR="0015172B" w:rsidRDefault="0015172B" w:rsidP="008D1661">
      <w:pPr>
        <w:pStyle w:val="PlainText9"/>
      </w:pPr>
      <w:r>
        <w:t xml:space="preserve">    </w:t>
      </w:r>
      <w:proofErr w:type="gramStart"/>
      <w:r>
        <w:t>const</w:t>
      </w:r>
      <w:proofErr w:type="gramEnd"/>
      <w:r>
        <w:t xml:space="preserve"> void *</w:t>
      </w:r>
    </w:p>
    <w:p w:rsidR="0015172B" w:rsidRDefault="0015172B" w:rsidP="008D1661">
      <w:pPr>
        <w:pStyle w:val="PlainText9"/>
      </w:pPr>
      <w:r>
        <w:t xml:space="preserve">     H5PL_</w:t>
      </w:r>
      <w:proofErr w:type="gramStart"/>
      <w:r>
        <w:t>load(</w:t>
      </w:r>
      <w:proofErr w:type="gramEnd"/>
      <w:r>
        <w:t>H5PL_type_t type, int id)</w:t>
      </w:r>
    </w:p>
    <w:p w:rsidR="0015172B" w:rsidRDefault="0015172B" w:rsidP="008D1661">
      <w:pPr>
        <w:pStyle w:val="PlainText9"/>
      </w:pPr>
      <w:r>
        <w:t xml:space="preserve">     {</w:t>
      </w:r>
    </w:p>
    <w:p w:rsidR="0015172B" w:rsidRDefault="0015172B" w:rsidP="008D1661">
      <w:pPr>
        <w:pStyle w:val="PlainText9"/>
      </w:pPr>
      <w:r>
        <w:t xml:space="preserve">         </w:t>
      </w:r>
      <w:proofErr w:type="spellStart"/>
      <w:proofErr w:type="gramStart"/>
      <w:r>
        <w:t>htri_t</w:t>
      </w:r>
      <w:proofErr w:type="spellEnd"/>
      <w:proofErr w:type="gramEnd"/>
      <w:r>
        <w:t xml:space="preserve">      found;               /* Whether the plugin was found */</w:t>
      </w:r>
    </w:p>
    <w:p w:rsidR="0015172B" w:rsidRDefault="0015172B" w:rsidP="008D1661">
      <w:pPr>
        <w:pStyle w:val="PlainText9"/>
      </w:pPr>
      <w:r>
        <w:t xml:space="preserve">         </w:t>
      </w:r>
      <w:proofErr w:type="gramStart"/>
      <w:r>
        <w:t>const</w:t>
      </w:r>
      <w:proofErr w:type="gramEnd"/>
      <w:r>
        <w:t xml:space="preserve"> void  *</w:t>
      </w:r>
      <w:proofErr w:type="spellStart"/>
      <w:r>
        <w:t>plugin_info</w:t>
      </w:r>
      <w:proofErr w:type="spellEnd"/>
      <w:r>
        <w:t xml:space="preserve"> = NULL;</w:t>
      </w:r>
    </w:p>
    <w:p w:rsidR="0015172B" w:rsidRDefault="0015172B" w:rsidP="008D1661">
      <w:pPr>
        <w:pStyle w:val="PlainText9"/>
      </w:pPr>
      <w:r>
        <w:t xml:space="preserve">         </w:t>
      </w:r>
      <w:proofErr w:type="gramStart"/>
      <w:r>
        <w:t>const</w:t>
      </w:r>
      <w:proofErr w:type="gramEnd"/>
      <w:r>
        <w:t xml:space="preserve"> void  *ret_value = NULL;</w:t>
      </w:r>
    </w:p>
    <w:p w:rsidR="0015172B" w:rsidRDefault="0015172B" w:rsidP="008D1661">
      <w:pPr>
        <w:pStyle w:val="PlainText9"/>
      </w:pPr>
      <w:r>
        <w:t xml:space="preserve">         FUNC_ENTER_</w:t>
      </w:r>
      <w:proofErr w:type="gramStart"/>
      <w:r>
        <w:t>NOAPI(</w:t>
      </w:r>
      <w:proofErr w:type="gramEnd"/>
      <w:r>
        <w:t>NULL)</w:t>
      </w:r>
    </w:p>
    <w:p w:rsidR="0015172B" w:rsidRDefault="0015172B" w:rsidP="008D1661">
      <w:pPr>
        <w:pStyle w:val="PlainText9"/>
      </w:pPr>
      <w:r>
        <w:t xml:space="preserve">         /* Check for "plugins are disabled" indication" */</w:t>
      </w:r>
    </w:p>
    <w:p w:rsidR="0015172B" w:rsidRDefault="0015172B" w:rsidP="008D1661">
      <w:pPr>
        <w:pStyle w:val="PlainText9"/>
      </w:pPr>
      <w:r>
        <w:t xml:space="preserve">         </w:t>
      </w:r>
      <w:proofErr w:type="gramStart"/>
      <w:r>
        <w:t>if(</w:t>
      </w:r>
      <w:proofErr w:type="gramEnd"/>
      <w:r>
        <w:t>H5PLplugin_g == 0)</w:t>
      </w:r>
    </w:p>
    <w:p w:rsidR="00D74658" w:rsidRDefault="0015172B" w:rsidP="008D1661">
      <w:pPr>
        <w:pStyle w:val="PlainText9"/>
      </w:pPr>
      <w:r>
        <w:t xml:space="preserve">             HGOTO_</w:t>
      </w:r>
      <w:proofErr w:type="gramStart"/>
      <w:r>
        <w:t>ERROR(</w:t>
      </w:r>
      <w:proofErr w:type="gramEnd"/>
      <w:r>
        <w:t>H5E_PLUGIN, H5E_CANTLOAD, NULL, "required dynamically</w:t>
      </w:r>
    </w:p>
    <w:p w:rsidR="0015172B" w:rsidRDefault="0015172B" w:rsidP="008D1661">
      <w:pPr>
        <w:pStyle w:val="PlainText9"/>
      </w:pPr>
      <w:r>
        <w:t xml:space="preserve">    </w:t>
      </w:r>
      <w:proofErr w:type="gramStart"/>
      <w:r>
        <w:t>loaded</w:t>
      </w:r>
      <w:proofErr w:type="gramEnd"/>
      <w:r>
        <w:t xml:space="preserve"> plugin '%d' is not available globally", id)</w:t>
      </w:r>
    </w:p>
    <w:p w:rsidR="0015172B" w:rsidRDefault="0015172B" w:rsidP="008D1661">
      <w:pPr>
        <w:pStyle w:val="PlainText9"/>
      </w:pPr>
      <w:r>
        <w:t xml:space="preserve">         </w:t>
      </w:r>
      <w:proofErr w:type="gramStart"/>
      <w:r>
        <w:t>switch</w:t>
      </w:r>
      <w:proofErr w:type="gramEnd"/>
      <w:r>
        <w:t xml:space="preserve"> (type) {</w:t>
      </w:r>
    </w:p>
    <w:p w:rsidR="0015172B" w:rsidRDefault="0015172B" w:rsidP="008D1661">
      <w:pPr>
        <w:pStyle w:val="PlainText9"/>
      </w:pPr>
      <w:r>
        <w:t xml:space="preserve">         </w:t>
      </w:r>
      <w:proofErr w:type="gramStart"/>
      <w:r>
        <w:t>case</w:t>
      </w:r>
      <w:proofErr w:type="gramEnd"/>
      <w:r>
        <w:t xml:space="preserve"> H5PL_TYPE_FILTER:</w:t>
      </w:r>
    </w:p>
    <w:p w:rsidR="0015172B" w:rsidRDefault="0015172B" w:rsidP="008D1661">
      <w:pPr>
        <w:pStyle w:val="PlainText9"/>
      </w:pPr>
      <w:r>
        <w:t xml:space="preserve">             </w:t>
      </w:r>
      <w:proofErr w:type="gramStart"/>
      <w:r>
        <w:t>if(</w:t>
      </w:r>
      <w:proofErr w:type="gramEnd"/>
      <w:r>
        <w:t>(H5PL_plugin_g &amp; H5PL_FILTER_PLUGIN) == 0)</w:t>
      </w:r>
    </w:p>
    <w:p w:rsidR="00D74658" w:rsidRDefault="0015172B" w:rsidP="008D1661">
      <w:pPr>
        <w:pStyle w:val="PlainText9"/>
      </w:pPr>
      <w:r>
        <w:t xml:space="preserve">                  HGOTO_</w:t>
      </w:r>
      <w:proofErr w:type="gramStart"/>
      <w:r>
        <w:t>ERROR(</w:t>
      </w:r>
      <w:proofErr w:type="gramEnd"/>
      <w:r>
        <w:t xml:space="preserve">H5E_PLUGIN, H5E_CANTLOAD, NULL, "required </w:t>
      </w:r>
    </w:p>
    <w:p w:rsidR="0015172B" w:rsidRDefault="0015172B" w:rsidP="008D1661">
      <w:pPr>
        <w:pStyle w:val="PlainText9"/>
      </w:pPr>
      <w:r>
        <w:t xml:space="preserve">    </w:t>
      </w:r>
      <w:proofErr w:type="gramStart"/>
      <w:r>
        <w:t>dynamically</w:t>
      </w:r>
      <w:proofErr w:type="gramEnd"/>
      <w:r>
        <w:t xml:space="preserve"> loaded filter plugin '%d' is not available", id)</w:t>
      </w:r>
    </w:p>
    <w:p w:rsidR="0015172B" w:rsidRDefault="0015172B" w:rsidP="008D1661">
      <w:pPr>
        <w:pStyle w:val="PlainText9"/>
      </w:pPr>
      <w:r>
        <w:t xml:space="preserve">             </w:t>
      </w:r>
      <w:proofErr w:type="gramStart"/>
      <w:r>
        <w:t>break</w:t>
      </w:r>
      <w:proofErr w:type="gramEnd"/>
      <w:r>
        <w:t>;</w:t>
      </w:r>
    </w:p>
    <w:p w:rsidR="0015172B" w:rsidRDefault="0015172B" w:rsidP="008D1661">
      <w:pPr>
        <w:pStyle w:val="PlainText9"/>
      </w:pPr>
      <w:r>
        <w:t xml:space="preserve">         </w:t>
      </w:r>
      <w:proofErr w:type="gramStart"/>
      <w:r>
        <w:t>default</w:t>
      </w:r>
      <w:proofErr w:type="gramEnd"/>
      <w:r>
        <w:t>:</w:t>
      </w:r>
    </w:p>
    <w:p w:rsidR="00D74658" w:rsidRDefault="0015172B" w:rsidP="008D1661">
      <w:pPr>
        <w:pStyle w:val="PlainText9"/>
      </w:pPr>
      <w:r>
        <w:t xml:space="preserve">             HGOTO_</w:t>
      </w:r>
      <w:proofErr w:type="gramStart"/>
      <w:r>
        <w:t>ERROR(</w:t>
      </w:r>
      <w:proofErr w:type="gramEnd"/>
      <w:r>
        <w:t xml:space="preserve">H5E_PLUGIN, H5E_CANTLOAD, NULL, "required dynamically </w:t>
      </w:r>
    </w:p>
    <w:p w:rsidR="0015172B" w:rsidRDefault="0015172B" w:rsidP="008D1661">
      <w:pPr>
        <w:pStyle w:val="PlainText9"/>
      </w:pPr>
      <w:r>
        <w:t xml:space="preserve">    </w:t>
      </w:r>
      <w:proofErr w:type="gramStart"/>
      <w:r>
        <w:t>loaded</w:t>
      </w:r>
      <w:proofErr w:type="gramEnd"/>
      <w:r>
        <w:t xml:space="preserve"> plugin '%d' is not available", id)</w:t>
      </w:r>
    </w:p>
    <w:p w:rsidR="0015172B" w:rsidRDefault="0015172B" w:rsidP="008D1661">
      <w:pPr>
        <w:pStyle w:val="PlainText9"/>
      </w:pPr>
      <w:r>
        <w:t xml:space="preserve">         }</w:t>
      </w:r>
    </w:p>
    <w:p w:rsidR="0015172B" w:rsidRDefault="0015172B" w:rsidP="008D1661">
      <w:pPr>
        <w:pStyle w:val="PlainText9"/>
      </w:pPr>
      <w:r>
        <w:t xml:space="preserve">         /* Initialize the location paths for dynamic libraries, if they aren't</w:t>
      </w:r>
    </w:p>
    <w:p w:rsidR="0015172B" w:rsidRDefault="0015172B" w:rsidP="008D1661">
      <w:pPr>
        <w:pStyle w:val="PlainText9"/>
      </w:pPr>
      <w:r>
        <w:t xml:space="preserve">          * </w:t>
      </w:r>
      <w:proofErr w:type="gramStart"/>
      <w:r>
        <w:t>already</w:t>
      </w:r>
      <w:proofErr w:type="gramEnd"/>
      <w:r>
        <w:t xml:space="preserve"> set up.</w:t>
      </w:r>
    </w:p>
    <w:p w:rsidR="0015172B" w:rsidRDefault="0015172B" w:rsidP="008D1661">
      <w:pPr>
        <w:pStyle w:val="PlainText9"/>
      </w:pPr>
      <w:r>
        <w:t xml:space="preserve">          */</w:t>
      </w:r>
    </w:p>
    <w:p w:rsidR="0015172B" w:rsidRDefault="0015172B" w:rsidP="008D1661">
      <w:pPr>
        <w:pStyle w:val="PlainText9"/>
      </w:pPr>
      <w:r>
        <w:t xml:space="preserve">    ...</w:t>
      </w:r>
    </w:p>
    <w:p w:rsidR="0015172B" w:rsidRPr="001720DF" w:rsidRDefault="0015172B" w:rsidP="008D1661">
      <w:pPr>
        <w:pStyle w:val="PlainText9"/>
      </w:pPr>
      <w:r>
        <w:t xml:space="preserve">    }</w:t>
      </w:r>
    </w:p>
    <w:p w:rsidR="005C1847" w:rsidRDefault="005C1847" w:rsidP="005C1847"/>
    <w:p w:rsidR="0015172B" w:rsidRDefault="0015172B" w:rsidP="005C1847">
      <w:pPr>
        <w:pStyle w:val="SubSectionHeading"/>
      </w:pPr>
      <w:r>
        <w:t>Public Header File</w:t>
      </w:r>
    </w:p>
    <w:p w:rsidR="005C1847" w:rsidRPr="005C1847" w:rsidRDefault="005C1847" w:rsidP="005C1847"/>
    <w:p w:rsidR="0015172B" w:rsidRDefault="0015172B" w:rsidP="008D1661">
      <w:pPr>
        <w:pStyle w:val="PlainText9"/>
      </w:pPr>
      <w:r>
        <w:t xml:space="preserve">    H5_DLL herr_t H5PLset_loading_</w:t>
      </w:r>
      <w:proofErr w:type="gramStart"/>
      <w:r>
        <w:t>state(</w:t>
      </w:r>
      <w:proofErr w:type="gramEnd"/>
      <w:r>
        <w:t>int plugin_flags);</w:t>
      </w:r>
    </w:p>
    <w:p w:rsidR="0015172B" w:rsidRDefault="0015172B" w:rsidP="008D1661">
      <w:pPr>
        <w:pStyle w:val="PlainText9"/>
      </w:pPr>
      <w:r>
        <w:t xml:space="preserve">    H5_DLL herr_t H5PLget_loading_</w:t>
      </w:r>
      <w:proofErr w:type="gramStart"/>
      <w:r>
        <w:t>state(</w:t>
      </w:r>
      <w:proofErr w:type="gramEnd"/>
      <w:r>
        <w:t>int* plugin_flags/*out*/);</w:t>
      </w:r>
    </w:p>
    <w:p w:rsidR="0015172B" w:rsidRDefault="0015172B" w:rsidP="00CD7C10"/>
    <w:p w:rsidR="005C1847" w:rsidRDefault="005C1847" w:rsidP="00CD7C10"/>
    <w:p w:rsidR="00296618" w:rsidRDefault="00296618" w:rsidP="00296618"/>
    <w:p w:rsidR="001161DE" w:rsidRDefault="001161DE" w:rsidP="001161DE">
      <w:pPr>
        <w:pStyle w:val="Heading1"/>
      </w:pPr>
      <w:bookmarkStart w:id="4" w:name="_Toc428540121"/>
      <w:r>
        <w:lastRenderedPageBreak/>
        <w:t>Revision His</w:t>
      </w:r>
      <w:bookmarkStart w:id="5" w:name="RevisionHistory"/>
      <w:bookmarkEnd w:id="5"/>
      <w:r>
        <w:t>tory</w:t>
      </w:r>
      <w:bookmarkEnd w:id="4"/>
    </w:p>
    <w:p w:rsidR="00460A3D" w:rsidRDefault="00460A3D" w:rsidP="001161DE"/>
    <w:tbl>
      <w:tblPr>
        <w:tblStyle w:val="TableGrid"/>
        <w:tblW w:w="9360" w:type="dxa"/>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7020"/>
      </w:tblGrid>
      <w:tr w:rsidR="001161DE" w:rsidRPr="009D6CFF" w:rsidTr="001161DE">
        <w:trPr>
          <w:jc w:val="center"/>
        </w:trPr>
        <w:tc>
          <w:tcPr>
            <w:tcW w:w="2340" w:type="dxa"/>
          </w:tcPr>
          <w:p w:rsidR="001161DE" w:rsidRPr="009D6CFF" w:rsidRDefault="0015172B" w:rsidP="00D844D0">
            <w:pPr>
              <w:rPr>
                <w:i/>
              </w:rPr>
            </w:pPr>
            <w:r>
              <w:rPr>
                <w:i/>
              </w:rPr>
              <w:t>May 2015</w:t>
            </w:r>
          </w:p>
        </w:tc>
        <w:tc>
          <w:tcPr>
            <w:tcW w:w="7020" w:type="dxa"/>
          </w:tcPr>
          <w:p w:rsidR="001161DE" w:rsidRPr="009D6CFF" w:rsidRDefault="001161DE" w:rsidP="0015172B">
            <w:r w:rsidRPr="009D6CFF">
              <w:t>Version 1</w:t>
            </w:r>
            <w:r w:rsidR="00D844D0">
              <w:t>.</w:t>
            </w: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bl>
    <w:p w:rsidR="00460A3D" w:rsidRDefault="00460A3D" w:rsidP="00713687"/>
    <w:p w:rsidR="00460A3D" w:rsidRDefault="00460A3D" w:rsidP="00713687"/>
    <w:p w:rsidR="007D304C" w:rsidRDefault="007D304C" w:rsidP="00713687"/>
    <w:sectPr w:rsidR="007D304C" w:rsidSect="00D844D0">
      <w:headerReference w:type="default" r:id="rId14"/>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72B" w:rsidRDefault="0015172B" w:rsidP="00611674">
      <w:r>
        <w:separator/>
      </w:r>
    </w:p>
  </w:endnote>
  <w:endnote w:type="continuationSeparator" w:id="0">
    <w:p w:rsidR="0015172B" w:rsidRDefault="0015172B"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758AA8AC" wp14:editId="6375C9E4">
                  <wp:simplePos x="0" y="0"/>
                  <wp:positionH relativeFrom="leftMargin">
                    <wp:posOffset>930910</wp:posOffset>
                  </wp:positionH>
                  <wp:positionV relativeFrom="bottomMargin">
                    <wp:posOffset>301625</wp:posOffset>
                  </wp:positionV>
                  <wp:extent cx="587663" cy="356616"/>
                  <wp:effectExtent l="0" t="0" r="3175" b="5715"/>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21719B">
              <w:fldChar w:fldCharType="begin"/>
            </w:r>
            <w:r w:rsidR="0021719B">
              <w:instrText xml:space="preserve"> PAGE </w:instrText>
            </w:r>
            <w:r w:rsidR="0021719B">
              <w:fldChar w:fldCharType="separate"/>
            </w:r>
            <w:r w:rsidR="00F15071">
              <w:rPr>
                <w:noProof/>
              </w:rPr>
              <w:t>9</w:t>
            </w:r>
            <w:r w:rsidR="0021719B">
              <w:rPr>
                <w:noProof/>
              </w:rPr>
              <w:fldChar w:fldCharType="end"/>
            </w:r>
            <w:r>
              <w:t xml:space="preserve"> of </w:t>
            </w:r>
            <w:r w:rsidR="00ED632B">
              <w:fldChar w:fldCharType="begin"/>
            </w:r>
            <w:r w:rsidR="00ED632B">
              <w:instrText xml:space="preserve"> NUMPAGES  </w:instrText>
            </w:r>
            <w:r w:rsidR="00ED632B">
              <w:fldChar w:fldCharType="separate"/>
            </w:r>
            <w:r w:rsidR="00F15071">
              <w:rPr>
                <w:noProof/>
              </w:rPr>
              <w:t>9</w:t>
            </w:r>
            <w:r w:rsidR="00ED632B">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72B" w:rsidRDefault="0015172B" w:rsidP="00611674">
      <w:r>
        <w:separator/>
      </w:r>
    </w:p>
  </w:footnote>
  <w:footnote w:type="continuationSeparator" w:id="0">
    <w:p w:rsidR="0015172B" w:rsidRDefault="0015172B"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ED632B" w:rsidP="008866B7">
    <w:pPr>
      <w:pStyle w:val="Header"/>
    </w:pPr>
    <w:fldSimple w:instr=" STYLEREF  Title  \* MERGEFORMAT ">
      <w:r w:rsidR="00F15071">
        <w:rPr>
          <w:noProof/>
        </w:rPr>
        <w:t>Programmatic Control of Dynamic Plugins</w:t>
      </w:r>
    </w:fldSimple>
    <w:r w:rsidR="008866B7">
      <w:tab/>
    </w:r>
    <w:r w:rsidR="008C7F74">
      <w:tab/>
    </w:r>
    <w:fldSimple w:instr=" STYLEREF  Contents  \* MERGEFORMAT ">
      <w:r w:rsidR="00F15071">
        <w:rPr>
          <w:noProof/>
        </w:rPr>
        <w:t>Contents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ED632B" w:rsidP="008C7F74">
    <w:pPr>
      <w:pStyle w:val="Header"/>
      <w:tabs>
        <w:tab w:val="clear" w:pos="4680"/>
        <w:tab w:val="clear" w:pos="9360"/>
        <w:tab w:val="left" w:pos="6760"/>
      </w:tabs>
    </w:pPr>
    <w:fldSimple w:instr=" STYLEREF  Title  \* MERGEFORMAT ">
      <w:r w:rsidR="00F15071">
        <w:rPr>
          <w:noProof/>
        </w:rPr>
        <w:t>Programmatic Control of Dynamic Plugins</w:t>
      </w:r>
    </w:fldSimple>
    <w:r w:rsidR="008C7F74">
      <w:rPr>
        <w:noProof/>
      </w:rPr>
      <w:t xml:space="preserve"> - </w:t>
    </w:r>
    <w:r>
      <w:fldChar w:fldCharType="begin"/>
    </w:r>
    <w:r>
      <w:instrText xml:space="preserve"> STYLEREF  Identifier  \* MERGEFORMAT </w:instrText>
    </w:r>
    <w:r>
      <w:fldChar w:fldCharType="separate"/>
    </w:r>
    <w:r w:rsidR="00F15071">
      <w:rPr>
        <w:b/>
        <w:bCs/>
        <w:noProof/>
      </w:rPr>
      <w:t>Error! No text of specified style in document.</w:t>
    </w:r>
    <w:r>
      <w:rPr>
        <w:noProof/>
      </w:rPr>
      <w:fldChar w:fldCharType="end"/>
    </w:r>
    <w:r w:rsidR="008C7F74">
      <w:t xml:space="preserve"> - </w:t>
    </w:r>
    <w:r>
      <w:fldChar w:fldCharType="begin"/>
    </w:r>
    <w:r>
      <w:instrText xml:space="preserve"> STYLEREF  Version  \* MERGEFORMAT </w:instrText>
    </w:r>
    <w:r>
      <w:fldChar w:fldCharType="separate"/>
    </w:r>
    <w:r w:rsidR="00F15071">
      <w:rPr>
        <w:b/>
        <w:bCs/>
        <w:noProof/>
      </w:rPr>
      <w:t>Error! No text of specified style in document.</w:t>
    </w:r>
    <w:r>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F15071" w:rsidP="00F700E9">
    <w:pPr>
      <w:pStyle w:val="Header"/>
    </w:pPr>
    <w:r>
      <w:fldChar w:fldCharType="begin"/>
    </w:r>
    <w:r>
      <w:instrText xml:space="preserve"> STYLEREF  Title  \* MERGEFORMAT </w:instrText>
    </w:r>
    <w:r>
      <w:fldChar w:fldCharType="separate"/>
    </w:r>
    <w:r>
      <w:rPr>
        <w:noProof/>
      </w:rPr>
      <w:t>Programmatic Control of Dynamic Plugins</w:t>
    </w:r>
    <w:r>
      <w:rPr>
        <w:noProof/>
      </w:rPr>
      <w:fldChar w:fldCharType="end"/>
    </w:r>
    <w:r w:rsidR="008866B7">
      <w:tab/>
    </w:r>
    <w:r w:rsidR="00E17DC3">
      <w:tab/>
    </w:r>
    <w:r>
      <w:fldChar w:fldCharType="begin"/>
    </w:r>
    <w:r>
      <w:instrText xml:space="preserve"> STYLEREF  "Heading 1"  \* MERGEFORMAT </w:instrText>
    </w:r>
    <w:r>
      <w:fldChar w:fldCharType="separate"/>
    </w:r>
    <w:r>
      <w:rPr>
        <w:noProof/>
      </w:rPr>
      <w:t>Revision History</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FFFFFF89"/>
    <w:multiLevelType w:val="singleLevel"/>
    <w:tmpl w:val="BF2CA4DC"/>
    <w:lvl w:ilvl="0">
      <w:start w:val="1"/>
      <w:numFmt w:val="bullet"/>
      <w:lvlText w:val=""/>
      <w:lvlJc w:val="left"/>
      <w:pPr>
        <w:tabs>
          <w:tab w:val="num" w:pos="360"/>
        </w:tabs>
        <w:ind w:left="360" w:hanging="360"/>
      </w:pPr>
      <w:rPr>
        <w:rFonts w:ascii="Symbol" w:hAnsi="Symbol" w:hint="default"/>
      </w:rPr>
    </w:lvl>
  </w:abstractNum>
  <w:abstractNum w:abstractNumId="5">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09AB109C"/>
    <w:multiLevelType w:val="hybridMultilevel"/>
    <w:tmpl w:val="E0D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D6487F"/>
    <w:multiLevelType w:val="hybridMultilevel"/>
    <w:tmpl w:val="FE02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345D24"/>
    <w:multiLevelType w:val="hybridMultilevel"/>
    <w:tmpl w:val="A96E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536DF5"/>
    <w:multiLevelType w:val="hybridMultilevel"/>
    <w:tmpl w:val="51FA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220466"/>
    <w:multiLevelType w:val="hybridMultilevel"/>
    <w:tmpl w:val="BC021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15A7433"/>
    <w:multiLevelType w:val="hybridMultilevel"/>
    <w:tmpl w:val="1756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D1458D"/>
    <w:multiLevelType w:val="hybridMultilevel"/>
    <w:tmpl w:val="06925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132B1"/>
    <w:multiLevelType w:val="hybridMultilevel"/>
    <w:tmpl w:val="DF74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1E5EEB"/>
    <w:multiLevelType w:val="hybridMultilevel"/>
    <w:tmpl w:val="5038C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BB7E8F"/>
    <w:multiLevelType w:val="hybridMultilevel"/>
    <w:tmpl w:val="2F76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5217DA"/>
    <w:multiLevelType w:val="hybridMultilevel"/>
    <w:tmpl w:val="640A3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D34C58"/>
    <w:multiLevelType w:val="hybridMultilevel"/>
    <w:tmpl w:val="114E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B164E8"/>
    <w:multiLevelType w:val="hybridMultilevel"/>
    <w:tmpl w:val="7FD0E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322DDC"/>
    <w:multiLevelType w:val="hybridMultilevel"/>
    <w:tmpl w:val="6A54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9956F5"/>
    <w:multiLevelType w:val="hybridMultilevel"/>
    <w:tmpl w:val="778CC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613C37"/>
    <w:multiLevelType w:val="hybridMultilevel"/>
    <w:tmpl w:val="780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2F621D"/>
    <w:multiLevelType w:val="hybridMultilevel"/>
    <w:tmpl w:val="81FC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F867F2"/>
    <w:multiLevelType w:val="multilevel"/>
    <w:tmpl w:val="DE82C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67125"/>
    <w:multiLevelType w:val="hybridMultilevel"/>
    <w:tmpl w:val="BCE2D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D8639B"/>
    <w:multiLevelType w:val="hybridMultilevel"/>
    <w:tmpl w:val="D4A4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num>
  <w:num w:numId="2">
    <w:abstractNumId w:val="30"/>
  </w:num>
  <w:num w:numId="3">
    <w:abstractNumId w:val="11"/>
  </w:num>
  <w:num w:numId="4">
    <w:abstractNumId w:val="3"/>
  </w:num>
  <w:num w:numId="5">
    <w:abstractNumId w:val="2"/>
  </w:num>
  <w:num w:numId="6">
    <w:abstractNumId w:val="1"/>
  </w:num>
  <w:num w:numId="7">
    <w:abstractNumId w:val="0"/>
  </w:num>
  <w:num w:numId="8">
    <w:abstractNumId w:val="5"/>
  </w:num>
  <w:num w:numId="9">
    <w:abstractNumId w:val="35"/>
  </w:num>
  <w:num w:numId="10">
    <w:abstractNumId w:val="4"/>
  </w:num>
  <w:num w:numId="11">
    <w:abstractNumId w:val="6"/>
  </w:num>
  <w:num w:numId="12">
    <w:abstractNumId w:val="17"/>
  </w:num>
  <w:num w:numId="13">
    <w:abstractNumId w:val="16"/>
  </w:num>
  <w:num w:numId="14">
    <w:abstractNumId w:val="8"/>
  </w:num>
  <w:num w:numId="15">
    <w:abstractNumId w:val="33"/>
  </w:num>
  <w:num w:numId="16">
    <w:abstractNumId w:val="19"/>
  </w:num>
  <w:num w:numId="17">
    <w:abstractNumId w:val="15"/>
  </w:num>
  <w:num w:numId="18">
    <w:abstractNumId w:val="31"/>
  </w:num>
  <w:num w:numId="19">
    <w:abstractNumId w:val="9"/>
  </w:num>
  <w:num w:numId="20">
    <w:abstractNumId w:val="7"/>
  </w:num>
  <w:num w:numId="21">
    <w:abstractNumId w:val="28"/>
  </w:num>
  <w:num w:numId="22">
    <w:abstractNumId w:val="12"/>
  </w:num>
  <w:num w:numId="23">
    <w:abstractNumId w:val="13"/>
  </w:num>
  <w:num w:numId="24">
    <w:abstractNumId w:val="25"/>
  </w:num>
  <w:num w:numId="25">
    <w:abstractNumId w:val="22"/>
  </w:num>
  <w:num w:numId="26">
    <w:abstractNumId w:val="24"/>
  </w:num>
  <w:num w:numId="27">
    <w:abstractNumId w:val="23"/>
  </w:num>
  <w:num w:numId="28">
    <w:abstractNumId w:val="14"/>
  </w:num>
  <w:num w:numId="29">
    <w:abstractNumId w:val="10"/>
  </w:num>
  <w:num w:numId="30">
    <w:abstractNumId w:val="34"/>
  </w:num>
  <w:num w:numId="31">
    <w:abstractNumId w:val="21"/>
  </w:num>
  <w:num w:numId="32">
    <w:abstractNumId w:val="20"/>
  </w:num>
  <w:num w:numId="33">
    <w:abstractNumId w:val="32"/>
  </w:num>
  <w:num w:numId="34">
    <w:abstractNumId w:val="26"/>
  </w:num>
  <w:num w:numId="35">
    <w:abstractNumId w:val="27"/>
  </w:num>
  <w:num w:numId="36">
    <w:abstractNumId w:val="29"/>
  </w:num>
  <w:num w:numId="3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72B"/>
    <w:rsid w:val="000064FA"/>
    <w:rsid w:val="000123D6"/>
    <w:rsid w:val="000206B7"/>
    <w:rsid w:val="00021AC4"/>
    <w:rsid w:val="000224B8"/>
    <w:rsid w:val="000315F0"/>
    <w:rsid w:val="000564F4"/>
    <w:rsid w:val="0006586E"/>
    <w:rsid w:val="00067A59"/>
    <w:rsid w:val="0009479C"/>
    <w:rsid w:val="00096B31"/>
    <w:rsid w:val="000A2824"/>
    <w:rsid w:val="000A298B"/>
    <w:rsid w:val="000A3415"/>
    <w:rsid w:val="000A6D39"/>
    <w:rsid w:val="000D5E20"/>
    <w:rsid w:val="000F4B50"/>
    <w:rsid w:val="000F5292"/>
    <w:rsid w:val="00104705"/>
    <w:rsid w:val="00104ABF"/>
    <w:rsid w:val="00104D0F"/>
    <w:rsid w:val="00106F04"/>
    <w:rsid w:val="001161DE"/>
    <w:rsid w:val="00141737"/>
    <w:rsid w:val="00142138"/>
    <w:rsid w:val="001445BC"/>
    <w:rsid w:val="0014688B"/>
    <w:rsid w:val="0015172B"/>
    <w:rsid w:val="00155856"/>
    <w:rsid w:val="00182858"/>
    <w:rsid w:val="00186499"/>
    <w:rsid w:val="00196662"/>
    <w:rsid w:val="001A1BC6"/>
    <w:rsid w:val="001A6661"/>
    <w:rsid w:val="001A762A"/>
    <w:rsid w:val="001B1DD2"/>
    <w:rsid w:val="001B2BB8"/>
    <w:rsid w:val="001B3F62"/>
    <w:rsid w:val="001E3171"/>
    <w:rsid w:val="001E5918"/>
    <w:rsid w:val="001F2820"/>
    <w:rsid w:val="002011F0"/>
    <w:rsid w:val="00206BBB"/>
    <w:rsid w:val="002074CC"/>
    <w:rsid w:val="0021719B"/>
    <w:rsid w:val="00221654"/>
    <w:rsid w:val="00233CF7"/>
    <w:rsid w:val="00234EBB"/>
    <w:rsid w:val="0025327B"/>
    <w:rsid w:val="00262D10"/>
    <w:rsid w:val="0026368B"/>
    <w:rsid w:val="00273B3C"/>
    <w:rsid w:val="00273EAB"/>
    <w:rsid w:val="002830D0"/>
    <w:rsid w:val="00293970"/>
    <w:rsid w:val="00295DC7"/>
    <w:rsid w:val="00296618"/>
    <w:rsid w:val="002B74CB"/>
    <w:rsid w:val="002E6F33"/>
    <w:rsid w:val="00303CB5"/>
    <w:rsid w:val="0031779F"/>
    <w:rsid w:val="00324C67"/>
    <w:rsid w:val="00331A1A"/>
    <w:rsid w:val="00381A76"/>
    <w:rsid w:val="003855EA"/>
    <w:rsid w:val="00386B2E"/>
    <w:rsid w:val="003A4B85"/>
    <w:rsid w:val="003A7CBD"/>
    <w:rsid w:val="003B6796"/>
    <w:rsid w:val="003B6C77"/>
    <w:rsid w:val="003C1CCC"/>
    <w:rsid w:val="003C5E5D"/>
    <w:rsid w:val="003D1377"/>
    <w:rsid w:val="003D17DC"/>
    <w:rsid w:val="003D6533"/>
    <w:rsid w:val="003E5831"/>
    <w:rsid w:val="003E65EE"/>
    <w:rsid w:val="003F2E0F"/>
    <w:rsid w:val="003F4B0F"/>
    <w:rsid w:val="00400321"/>
    <w:rsid w:val="0042186E"/>
    <w:rsid w:val="00450A37"/>
    <w:rsid w:val="00457EB3"/>
    <w:rsid w:val="00460A3D"/>
    <w:rsid w:val="00460A7C"/>
    <w:rsid w:val="0048044B"/>
    <w:rsid w:val="004811A8"/>
    <w:rsid w:val="00486F65"/>
    <w:rsid w:val="004931FD"/>
    <w:rsid w:val="004A272D"/>
    <w:rsid w:val="004B1ED8"/>
    <w:rsid w:val="004B4AC3"/>
    <w:rsid w:val="004E6CDB"/>
    <w:rsid w:val="004E74BC"/>
    <w:rsid w:val="005059CD"/>
    <w:rsid w:val="00532B31"/>
    <w:rsid w:val="00534273"/>
    <w:rsid w:val="0054310F"/>
    <w:rsid w:val="005536EC"/>
    <w:rsid w:val="0056137E"/>
    <w:rsid w:val="00566905"/>
    <w:rsid w:val="00577337"/>
    <w:rsid w:val="00577919"/>
    <w:rsid w:val="005857E1"/>
    <w:rsid w:val="005878A5"/>
    <w:rsid w:val="00587B8E"/>
    <w:rsid w:val="005938BB"/>
    <w:rsid w:val="005A25FA"/>
    <w:rsid w:val="005A51A7"/>
    <w:rsid w:val="005B1653"/>
    <w:rsid w:val="005B4944"/>
    <w:rsid w:val="005C0D2A"/>
    <w:rsid w:val="005C1847"/>
    <w:rsid w:val="005C2F17"/>
    <w:rsid w:val="005D139A"/>
    <w:rsid w:val="005F60A3"/>
    <w:rsid w:val="00600344"/>
    <w:rsid w:val="00605B26"/>
    <w:rsid w:val="00611674"/>
    <w:rsid w:val="00646F90"/>
    <w:rsid w:val="00663255"/>
    <w:rsid w:val="00677755"/>
    <w:rsid w:val="006855F4"/>
    <w:rsid w:val="00690D2A"/>
    <w:rsid w:val="006A2081"/>
    <w:rsid w:val="006B57FF"/>
    <w:rsid w:val="006D03B1"/>
    <w:rsid w:val="006D1536"/>
    <w:rsid w:val="006E1C62"/>
    <w:rsid w:val="006E26E5"/>
    <w:rsid w:val="006F15D5"/>
    <w:rsid w:val="00713687"/>
    <w:rsid w:val="007155A8"/>
    <w:rsid w:val="0072414E"/>
    <w:rsid w:val="0072793B"/>
    <w:rsid w:val="00746B6A"/>
    <w:rsid w:val="00755B90"/>
    <w:rsid w:val="00755D9E"/>
    <w:rsid w:val="0076311E"/>
    <w:rsid w:val="00770589"/>
    <w:rsid w:val="00783BF9"/>
    <w:rsid w:val="0079482A"/>
    <w:rsid w:val="007A053A"/>
    <w:rsid w:val="007A7002"/>
    <w:rsid w:val="007B133F"/>
    <w:rsid w:val="007B7399"/>
    <w:rsid w:val="007C1AE8"/>
    <w:rsid w:val="007D304C"/>
    <w:rsid w:val="007D5434"/>
    <w:rsid w:val="007E48D7"/>
    <w:rsid w:val="008003DD"/>
    <w:rsid w:val="00831F3E"/>
    <w:rsid w:val="00844D69"/>
    <w:rsid w:val="008538F0"/>
    <w:rsid w:val="008563C9"/>
    <w:rsid w:val="00871837"/>
    <w:rsid w:val="008848F4"/>
    <w:rsid w:val="008866B7"/>
    <w:rsid w:val="00886AB5"/>
    <w:rsid w:val="008962DE"/>
    <w:rsid w:val="008B1C57"/>
    <w:rsid w:val="008C5041"/>
    <w:rsid w:val="008C7F74"/>
    <w:rsid w:val="008D09AF"/>
    <w:rsid w:val="008D1661"/>
    <w:rsid w:val="008E417A"/>
    <w:rsid w:val="008F45FA"/>
    <w:rsid w:val="008F5857"/>
    <w:rsid w:val="008F6B39"/>
    <w:rsid w:val="00924831"/>
    <w:rsid w:val="009333DF"/>
    <w:rsid w:val="00940754"/>
    <w:rsid w:val="009424DA"/>
    <w:rsid w:val="00942F51"/>
    <w:rsid w:val="009634CF"/>
    <w:rsid w:val="009711D7"/>
    <w:rsid w:val="009719A1"/>
    <w:rsid w:val="00973E17"/>
    <w:rsid w:val="009746A3"/>
    <w:rsid w:val="009754DF"/>
    <w:rsid w:val="00975B2D"/>
    <w:rsid w:val="00975BCD"/>
    <w:rsid w:val="009822ED"/>
    <w:rsid w:val="00994ABD"/>
    <w:rsid w:val="009A0629"/>
    <w:rsid w:val="009B1B24"/>
    <w:rsid w:val="009C1700"/>
    <w:rsid w:val="009E4095"/>
    <w:rsid w:val="009F10C6"/>
    <w:rsid w:val="00A12A5A"/>
    <w:rsid w:val="00A1741E"/>
    <w:rsid w:val="00A22DCE"/>
    <w:rsid w:val="00A2457D"/>
    <w:rsid w:val="00A34DD6"/>
    <w:rsid w:val="00A404F2"/>
    <w:rsid w:val="00A42960"/>
    <w:rsid w:val="00A466DD"/>
    <w:rsid w:val="00A87604"/>
    <w:rsid w:val="00AA699D"/>
    <w:rsid w:val="00AB0F4C"/>
    <w:rsid w:val="00AB3E45"/>
    <w:rsid w:val="00AC541B"/>
    <w:rsid w:val="00AD72C9"/>
    <w:rsid w:val="00AE35EA"/>
    <w:rsid w:val="00AF2464"/>
    <w:rsid w:val="00AF26C9"/>
    <w:rsid w:val="00AF66A0"/>
    <w:rsid w:val="00B02B31"/>
    <w:rsid w:val="00B11034"/>
    <w:rsid w:val="00B155C3"/>
    <w:rsid w:val="00B2114D"/>
    <w:rsid w:val="00B2460B"/>
    <w:rsid w:val="00B30113"/>
    <w:rsid w:val="00B30F5E"/>
    <w:rsid w:val="00B35FB2"/>
    <w:rsid w:val="00B518F5"/>
    <w:rsid w:val="00B53A7D"/>
    <w:rsid w:val="00B5663E"/>
    <w:rsid w:val="00B636F5"/>
    <w:rsid w:val="00BA6951"/>
    <w:rsid w:val="00BB0C54"/>
    <w:rsid w:val="00BB7D5D"/>
    <w:rsid w:val="00BE5A46"/>
    <w:rsid w:val="00BF3FFA"/>
    <w:rsid w:val="00C0798C"/>
    <w:rsid w:val="00C24A97"/>
    <w:rsid w:val="00C35C91"/>
    <w:rsid w:val="00C46F96"/>
    <w:rsid w:val="00C5194A"/>
    <w:rsid w:val="00C55253"/>
    <w:rsid w:val="00C63A48"/>
    <w:rsid w:val="00C740C9"/>
    <w:rsid w:val="00C742B8"/>
    <w:rsid w:val="00C7737A"/>
    <w:rsid w:val="00C869E9"/>
    <w:rsid w:val="00CA2F18"/>
    <w:rsid w:val="00CA3AA1"/>
    <w:rsid w:val="00CA6EC1"/>
    <w:rsid w:val="00CC0A7E"/>
    <w:rsid w:val="00CD06F4"/>
    <w:rsid w:val="00CD4B9A"/>
    <w:rsid w:val="00CD5D2E"/>
    <w:rsid w:val="00CD7C10"/>
    <w:rsid w:val="00CE281C"/>
    <w:rsid w:val="00CE5301"/>
    <w:rsid w:val="00CF1493"/>
    <w:rsid w:val="00D05FC5"/>
    <w:rsid w:val="00D33A36"/>
    <w:rsid w:val="00D4121D"/>
    <w:rsid w:val="00D418FA"/>
    <w:rsid w:val="00D41CD5"/>
    <w:rsid w:val="00D43EB4"/>
    <w:rsid w:val="00D44BCF"/>
    <w:rsid w:val="00D45BC8"/>
    <w:rsid w:val="00D45F12"/>
    <w:rsid w:val="00D74658"/>
    <w:rsid w:val="00D777BC"/>
    <w:rsid w:val="00D812E7"/>
    <w:rsid w:val="00D844D0"/>
    <w:rsid w:val="00D91D6F"/>
    <w:rsid w:val="00DA0043"/>
    <w:rsid w:val="00DB01EB"/>
    <w:rsid w:val="00DB4F08"/>
    <w:rsid w:val="00DC4810"/>
    <w:rsid w:val="00DE7AA7"/>
    <w:rsid w:val="00DF0D06"/>
    <w:rsid w:val="00DF44DA"/>
    <w:rsid w:val="00DF5560"/>
    <w:rsid w:val="00E00602"/>
    <w:rsid w:val="00E0743A"/>
    <w:rsid w:val="00E113B8"/>
    <w:rsid w:val="00E17DC3"/>
    <w:rsid w:val="00E23C92"/>
    <w:rsid w:val="00E26A1F"/>
    <w:rsid w:val="00E4140A"/>
    <w:rsid w:val="00E72899"/>
    <w:rsid w:val="00E84A0F"/>
    <w:rsid w:val="00E91263"/>
    <w:rsid w:val="00E941E7"/>
    <w:rsid w:val="00EA1DE5"/>
    <w:rsid w:val="00EA6E56"/>
    <w:rsid w:val="00EB4949"/>
    <w:rsid w:val="00ED632B"/>
    <w:rsid w:val="00EE0F05"/>
    <w:rsid w:val="00EE19CE"/>
    <w:rsid w:val="00EF6E8F"/>
    <w:rsid w:val="00F050F3"/>
    <w:rsid w:val="00F07424"/>
    <w:rsid w:val="00F107B2"/>
    <w:rsid w:val="00F11A2D"/>
    <w:rsid w:val="00F15071"/>
    <w:rsid w:val="00F36D51"/>
    <w:rsid w:val="00F41107"/>
    <w:rsid w:val="00F62D1A"/>
    <w:rsid w:val="00F700E9"/>
    <w:rsid w:val="00F70422"/>
    <w:rsid w:val="00F7647F"/>
    <w:rsid w:val="00F8388E"/>
    <w:rsid w:val="00F87EE3"/>
    <w:rsid w:val="00F977CD"/>
    <w:rsid w:val="00FA75C5"/>
    <w:rsid w:val="00FB1BD5"/>
    <w:rsid w:val="00FB3BE6"/>
    <w:rsid w:val="00FB3FDC"/>
    <w:rsid w:val="00FB6DFD"/>
    <w:rsid w:val="00FC0E3C"/>
    <w:rsid w:val="00FD768A"/>
    <w:rsid w:val="00FE3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uiPriority="7" w:qFormat="1"/>
    <w:lsdException w:name="E-mail Signature" w:semiHidden="1" w:unhideWhenUsed="1"/>
    <w:lsdException w:name="Normal (Web)" w:semiHidden="1" w:uiPriority="99" w:unhideWhenUsed="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qFormat/>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C55253"/>
    <w:pPr>
      <w:pageBreakBefore/>
    </w:pPr>
  </w:style>
  <w:style w:type="paragraph" w:customStyle="1" w:styleId="Version">
    <w:name w:val="Version"/>
    <w:basedOn w:val="Subtitle"/>
    <w:next w:val="Normal"/>
    <w:qFormat/>
    <w:rsid w:val="00924831"/>
  </w:style>
  <w:style w:type="paragraph" w:customStyle="1" w:styleId="Identifier">
    <w:name w:val="Identifier"/>
    <w:basedOn w:val="Subtitle"/>
    <w:next w:val="Normal"/>
    <w:qFormat/>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NormalWeb">
    <w:name w:val="Normal (Web)"/>
    <w:basedOn w:val="Normal"/>
    <w:uiPriority w:val="99"/>
    <w:unhideWhenUsed/>
    <w:rsid w:val="0015172B"/>
    <w:pPr>
      <w:spacing w:before="100" w:beforeAutospacing="1" w:after="100" w:afterAutospacing="1"/>
    </w:pPr>
    <w:rPr>
      <w:rFonts w:ascii="Arial" w:eastAsiaTheme="minorEastAsia" w:hAnsi="Arial" w:cs="Times New Roman"/>
      <w:sz w:val="20"/>
      <w:szCs w:val="20"/>
    </w:rPr>
  </w:style>
  <w:style w:type="paragraph" w:styleId="HTMLPreformatted">
    <w:name w:val="HTML Preformatted"/>
    <w:basedOn w:val="Normal"/>
    <w:link w:val="HTMLPreformattedChar"/>
    <w:uiPriority w:val="99"/>
    <w:unhideWhenUsed/>
    <w:rsid w:val="0015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15172B"/>
    <w:rPr>
      <w:rFonts w:ascii="Courier" w:eastAsiaTheme="minorEastAsia" w:hAnsi="Courier" w:cs="Courier"/>
      <w:sz w:val="20"/>
      <w:szCs w:val="20"/>
    </w:rPr>
  </w:style>
  <w:style w:type="paragraph" w:customStyle="1" w:styleId="PlainText9">
    <w:name w:val="Plain Text9"/>
    <w:basedOn w:val="Normal"/>
    <w:qFormat/>
    <w:rsid w:val="008D1661"/>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uiPriority="7" w:qFormat="1"/>
    <w:lsdException w:name="E-mail Signature" w:semiHidden="1" w:unhideWhenUsed="1"/>
    <w:lsdException w:name="Normal (Web)" w:semiHidden="1" w:uiPriority="99" w:unhideWhenUsed="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qFormat/>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C55253"/>
    <w:pPr>
      <w:pageBreakBefore/>
    </w:pPr>
  </w:style>
  <w:style w:type="paragraph" w:customStyle="1" w:styleId="Version">
    <w:name w:val="Version"/>
    <w:basedOn w:val="Subtitle"/>
    <w:next w:val="Normal"/>
    <w:qFormat/>
    <w:rsid w:val="00924831"/>
  </w:style>
  <w:style w:type="paragraph" w:customStyle="1" w:styleId="Identifier">
    <w:name w:val="Identifier"/>
    <w:basedOn w:val="Subtitle"/>
    <w:next w:val="Normal"/>
    <w:qFormat/>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NormalWeb">
    <w:name w:val="Normal (Web)"/>
    <w:basedOn w:val="Normal"/>
    <w:uiPriority w:val="99"/>
    <w:unhideWhenUsed/>
    <w:rsid w:val="0015172B"/>
    <w:pPr>
      <w:spacing w:before="100" w:beforeAutospacing="1" w:after="100" w:afterAutospacing="1"/>
    </w:pPr>
    <w:rPr>
      <w:rFonts w:ascii="Arial" w:eastAsiaTheme="minorEastAsia" w:hAnsi="Arial" w:cs="Times New Roman"/>
      <w:sz w:val="20"/>
      <w:szCs w:val="20"/>
    </w:rPr>
  </w:style>
  <w:style w:type="paragraph" w:styleId="HTMLPreformatted">
    <w:name w:val="HTML Preformatted"/>
    <w:basedOn w:val="Normal"/>
    <w:link w:val="HTMLPreformattedChar"/>
    <w:uiPriority w:val="99"/>
    <w:unhideWhenUsed/>
    <w:rsid w:val="0015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15172B"/>
    <w:rPr>
      <w:rFonts w:ascii="Courier" w:eastAsiaTheme="minorEastAsia" w:hAnsi="Courier" w:cs="Courier"/>
      <w:sz w:val="20"/>
      <w:szCs w:val="20"/>
    </w:rPr>
  </w:style>
  <w:style w:type="paragraph" w:customStyle="1" w:styleId="PlainText9">
    <w:name w:val="Plain Text9"/>
    <w:basedOn w:val="Normal"/>
    <w:qFormat/>
    <w:rsid w:val="008D1661"/>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1%20MEE\Working\hdf5_trunk\hdf5doc_support\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FE192-D7E3-4101-8CBB-FCAEC17A0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85</TotalTime>
  <Pages>9</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THG Document Template</vt:lpstr>
    </vt:vector>
  </TitlesOfParts>
  <Company>The HDF Group</Company>
  <LinksUpToDate>false</LinksUpToDate>
  <CharactersWithSpaces>11998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THG Document Template</dc:title>
  <dc:creator>Evans, Mark</dc:creator>
  <cp:lastModifiedBy>Evans, Mark</cp:lastModifiedBy>
  <cp:revision>10</cp:revision>
  <cp:lastPrinted>2015-08-28T20:50:00Z</cp:lastPrinted>
  <dcterms:created xsi:type="dcterms:W3CDTF">2015-08-28T19:09:00Z</dcterms:created>
  <dcterms:modified xsi:type="dcterms:W3CDTF">2015-08-28T20:51:00Z</dcterms:modified>
</cp:coreProperties>
</file>